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CC3" w:rsidRDefault="00633CC3">
      <w:pPr>
        <w:jc w:val="center"/>
        <w:rPr>
          <w:rFonts w:ascii="Comic Sans MS" w:hAnsi="Comic Sans MS"/>
          <w:b/>
          <w:sz w:val="52"/>
          <w:szCs w:val="52"/>
        </w:rPr>
      </w:pPr>
      <w:r>
        <w:rPr>
          <w:rFonts w:ascii="Comic Sans MS" w:hAnsi="Comic Sans MS"/>
          <w:b/>
          <w:sz w:val="52"/>
          <w:szCs w:val="52"/>
        </w:rPr>
        <w:t>FORRESTER HIGH SCHOOL ENGLISH DEPARTMENT</w:t>
      </w:r>
    </w:p>
    <w:p w:rsidR="00633CC3" w:rsidRDefault="00633CC3">
      <w:pPr>
        <w:jc w:val="center"/>
        <w:rPr>
          <w:rFonts w:ascii="Comic Sans MS" w:hAnsi="Comic Sans MS"/>
          <w:b/>
          <w:sz w:val="52"/>
          <w:szCs w:val="52"/>
        </w:rPr>
      </w:pPr>
    </w:p>
    <w:p w:rsidR="00633CC3" w:rsidRDefault="00633CC3">
      <w:pPr>
        <w:jc w:val="center"/>
        <w:rPr>
          <w:rFonts w:ascii="Comic Sans MS" w:hAnsi="Comic Sans MS"/>
          <w:b/>
          <w:sz w:val="48"/>
          <w:szCs w:val="48"/>
        </w:rPr>
      </w:pPr>
      <w:r>
        <w:rPr>
          <w:rFonts w:ascii="Comic Sans MS" w:hAnsi="Comic Sans MS"/>
          <w:b/>
          <w:sz w:val="48"/>
          <w:szCs w:val="48"/>
        </w:rPr>
        <w:t>S1 HOMEWORK CONNECTIONS</w:t>
      </w:r>
    </w:p>
    <w:p w:rsidR="00633CC3" w:rsidRDefault="00633CC3"/>
    <w:p w:rsidR="00633CC3" w:rsidRDefault="00633CC3"/>
    <w:p w:rsidR="00633CC3" w:rsidRDefault="00633CC3"/>
    <w:p w:rsidR="00633CC3" w:rsidRDefault="00633CC3">
      <w:r>
        <w:t xml:space="preserve">       </w:t>
      </w:r>
      <w:r w:rsidRPr="006D22E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utoShapeProperty" o:spid="_x0000_i1025" type="#_x0000_t75" style="width:69.75pt;height:75pt;visibility:visible">
            <v:imagedata r:id="rId5" o:title=""/>
          </v:shape>
        </w:pict>
      </w:r>
      <w:r>
        <w:t xml:space="preserve">             </w:t>
      </w:r>
      <w:r w:rsidRPr="006D22E4">
        <w:rPr>
          <w:noProof/>
        </w:rPr>
        <w:pict>
          <v:shape id="_x0000_i1026" type="#_x0000_t75" style="width:93pt;height:93pt;visibility:visible">
            <v:imagedata r:id="rId6" o:title=""/>
          </v:shape>
        </w:pict>
      </w:r>
      <w:r>
        <w:t xml:space="preserve">                </w:t>
      </w:r>
      <w:r w:rsidRPr="006D22E4">
        <w:rPr>
          <w:noProof/>
        </w:rPr>
        <w:pict>
          <v:shape id="_x0000_i1027" type="#_x0000_t75" style="width:65.25pt;height:70.5pt;visibility:visible">
            <v:imagedata r:id="rId7" o:title=""/>
          </v:shape>
        </w:pict>
      </w:r>
      <w:r>
        <w:t xml:space="preserve">   </w:t>
      </w:r>
    </w:p>
    <w:p w:rsidR="00633CC3" w:rsidRDefault="00633CC3"/>
    <w:p w:rsidR="00633CC3" w:rsidRDefault="00633CC3">
      <w:r>
        <w:t xml:space="preserve">     </w:t>
      </w:r>
    </w:p>
    <w:p w:rsidR="00633CC3" w:rsidRDefault="00633CC3">
      <w:r>
        <w:t xml:space="preserve">                                          </w:t>
      </w:r>
    </w:p>
    <w:p w:rsidR="00633CC3" w:rsidRDefault="00633CC3"/>
    <w:p w:rsidR="00633CC3" w:rsidRDefault="00633CC3">
      <w:r>
        <w:t xml:space="preserve">                        </w:t>
      </w:r>
    </w:p>
    <w:p w:rsidR="00633CC3" w:rsidRDefault="00633CC3"/>
    <w:p w:rsidR="00633CC3" w:rsidRDefault="00633CC3"/>
    <w:p w:rsidR="00633CC3" w:rsidRDefault="00633CC3">
      <w:r>
        <w:t xml:space="preserve">                        </w:t>
      </w:r>
      <w:r>
        <w:tab/>
      </w:r>
    </w:p>
    <w:p w:rsidR="00633CC3" w:rsidRDefault="00633CC3"/>
    <w:p w:rsidR="00633CC3" w:rsidRDefault="00633CC3"/>
    <w:p w:rsidR="00633CC3" w:rsidRDefault="00633CC3"/>
    <w:p w:rsidR="00633CC3" w:rsidRDefault="00633CC3">
      <w:r>
        <w:tab/>
      </w:r>
      <w:r>
        <w:tab/>
      </w:r>
      <w:r>
        <w:tab/>
        <w:t xml:space="preserve">  </w:t>
      </w:r>
      <w:r w:rsidRPr="006D22E4">
        <w:rPr>
          <w:noProof/>
        </w:rPr>
        <w:pict>
          <v:shape id="_x0000_i1028" type="#_x0000_t75" style="width:135pt;height:135pt;visibility:visible">
            <v:imagedata r:id="rId8" o:title=""/>
          </v:shape>
        </w:pict>
      </w:r>
    </w:p>
    <w:p w:rsidR="00633CC3" w:rsidRDefault="00633CC3">
      <w:pPr>
        <w:rPr>
          <w:rFonts w:ascii="Comic Sans MS" w:hAnsi="Comic Sans MS"/>
          <w:b/>
          <w:sz w:val="32"/>
          <w:szCs w:val="32"/>
        </w:rPr>
      </w:pPr>
    </w:p>
    <w:p w:rsidR="00633CC3" w:rsidRDefault="00633CC3">
      <w:pPr>
        <w:rPr>
          <w:rFonts w:ascii="Comic Sans MS" w:hAnsi="Comic Sans MS"/>
          <w:b/>
          <w:sz w:val="32"/>
          <w:szCs w:val="32"/>
        </w:rPr>
      </w:pPr>
      <w:r>
        <w:rPr>
          <w:rFonts w:ascii="Comic Sans MS" w:hAnsi="Comic Sans MS"/>
          <w:b/>
          <w:sz w:val="32"/>
          <w:szCs w:val="32"/>
        </w:rPr>
        <w:t>Name:</w:t>
      </w:r>
    </w:p>
    <w:p w:rsidR="00633CC3" w:rsidRDefault="00633CC3">
      <w:pPr>
        <w:rPr>
          <w:rFonts w:ascii="Comic Sans MS" w:hAnsi="Comic Sans MS"/>
          <w:b/>
          <w:sz w:val="32"/>
          <w:szCs w:val="32"/>
        </w:rPr>
      </w:pPr>
      <w:r>
        <w:rPr>
          <w:rFonts w:ascii="Comic Sans MS" w:hAnsi="Comic Sans MS"/>
          <w:b/>
          <w:sz w:val="32"/>
          <w:szCs w:val="32"/>
        </w:rPr>
        <w:t>Class:</w:t>
      </w:r>
    </w:p>
    <w:p w:rsidR="00633CC3" w:rsidRDefault="00633CC3">
      <w:pPr>
        <w:rPr>
          <w:rFonts w:ascii="Comic Sans MS" w:hAnsi="Comic Sans MS"/>
          <w:b/>
          <w:sz w:val="32"/>
          <w:szCs w:val="32"/>
        </w:rPr>
      </w:pPr>
      <w:r>
        <w:rPr>
          <w:rFonts w:ascii="Comic Sans MS" w:hAnsi="Comic Sans MS"/>
          <w:b/>
          <w:sz w:val="32"/>
          <w:szCs w:val="32"/>
        </w:rPr>
        <w:t>Teacher:</w:t>
      </w:r>
    </w:p>
    <w:p w:rsidR="00633CC3" w:rsidRDefault="00633CC3">
      <w:pPr>
        <w:rPr>
          <w:rFonts w:ascii="Comic Sans MS" w:hAnsi="Comic Sans MS"/>
          <w:b/>
          <w:sz w:val="32"/>
          <w:szCs w:val="32"/>
        </w:rPr>
      </w:pPr>
      <w:r>
        <w:rPr>
          <w:rFonts w:ascii="Comic Sans MS" w:hAnsi="Comic Sans MS"/>
          <w:b/>
          <w:sz w:val="32"/>
          <w:szCs w:val="32"/>
        </w:rPr>
        <w:t>Library Period:</w:t>
      </w:r>
    </w:p>
    <w:p w:rsidR="00633CC3" w:rsidRDefault="00633CC3">
      <w:pPr>
        <w:rPr>
          <w:rFonts w:ascii="Comic Sans MS" w:hAnsi="Comic Sans MS"/>
          <w:b/>
          <w:sz w:val="32"/>
          <w:szCs w:val="32"/>
        </w:rPr>
      </w:pPr>
      <w:r>
        <w:rPr>
          <w:rFonts w:ascii="Comic Sans MS" w:hAnsi="Comic Sans MS"/>
          <w:b/>
          <w:sz w:val="32"/>
          <w:szCs w:val="32"/>
        </w:rPr>
        <w:t>Colour/reading range: Yellow 4.0-4.9</w:t>
      </w:r>
    </w:p>
    <w:p w:rsidR="00633CC3" w:rsidRDefault="00633CC3">
      <w:pPr>
        <w:rPr>
          <w:rFonts w:ascii="Comic Sans MS" w:hAnsi="Comic Sans MS"/>
          <w:b/>
          <w:sz w:val="32"/>
          <w:szCs w:val="32"/>
        </w:rPr>
      </w:pPr>
    </w:p>
    <w:p w:rsidR="00633CC3" w:rsidRDefault="00633CC3">
      <w:pPr>
        <w:rPr>
          <w:rFonts w:ascii="Comic Sans MS" w:hAnsi="Comic Sans MS"/>
          <w:b/>
          <w:sz w:val="32"/>
          <w:szCs w:val="32"/>
        </w:rPr>
      </w:pPr>
      <w:r>
        <w:rPr>
          <w:rFonts w:ascii="Comic Sans MS" w:hAnsi="Comic Sans MS"/>
          <w:b/>
          <w:sz w:val="32"/>
          <w:szCs w:val="32"/>
        </w:rPr>
        <w:t>Homework Policy</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rFonts w:ascii="Comic Sans MS" w:hAnsi="Comic Sans MS"/>
          <w:sz w:val="28"/>
          <w:szCs w:val="28"/>
        </w:rPr>
        <w:t>The English Department homework policy is in line with the whole school policy. Homework is viewed, at all stages, as an essential part of the learning process, for which the pupil is expected to take responsibility. All pupils are entitled to be provided with appropriate homework that will be checked or gone over in class, by the teacher.</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rFonts w:ascii="Comic Sans MS" w:hAnsi="Comic Sans MS"/>
          <w:sz w:val="28"/>
          <w:szCs w:val="28"/>
        </w:rPr>
        <w:t>Homework is given out on a regular basis for the following reasons:</w:t>
      </w:r>
    </w:p>
    <w:p w:rsidR="00633CC3" w:rsidRDefault="00633CC3">
      <w:pPr>
        <w:numPr>
          <w:ilvl w:val="0"/>
          <w:numId w:val="1"/>
        </w:numPr>
        <w:rPr>
          <w:rFonts w:ascii="Comic Sans MS" w:hAnsi="Comic Sans MS"/>
          <w:sz w:val="28"/>
          <w:szCs w:val="28"/>
        </w:rPr>
      </w:pPr>
      <w:r>
        <w:rPr>
          <w:rFonts w:ascii="Comic Sans MS" w:hAnsi="Comic Sans MS"/>
          <w:sz w:val="28"/>
          <w:szCs w:val="28"/>
        </w:rPr>
        <w:t>To reinforce, practice and extend work completed in class.</w:t>
      </w:r>
    </w:p>
    <w:p w:rsidR="00633CC3" w:rsidRDefault="00633CC3">
      <w:pPr>
        <w:numPr>
          <w:ilvl w:val="0"/>
          <w:numId w:val="1"/>
        </w:numPr>
        <w:rPr>
          <w:rFonts w:ascii="Comic Sans MS" w:hAnsi="Comic Sans MS"/>
          <w:sz w:val="28"/>
          <w:szCs w:val="28"/>
        </w:rPr>
      </w:pPr>
      <w:r>
        <w:rPr>
          <w:rFonts w:ascii="Comic Sans MS" w:hAnsi="Comic Sans MS"/>
          <w:sz w:val="28"/>
          <w:szCs w:val="28"/>
        </w:rPr>
        <w:t>To provide the opportunity for individualised work.</w:t>
      </w:r>
    </w:p>
    <w:p w:rsidR="00633CC3" w:rsidRDefault="00633CC3">
      <w:pPr>
        <w:numPr>
          <w:ilvl w:val="0"/>
          <w:numId w:val="1"/>
        </w:numPr>
        <w:rPr>
          <w:rFonts w:ascii="Comic Sans MS" w:hAnsi="Comic Sans MS"/>
          <w:sz w:val="28"/>
          <w:szCs w:val="28"/>
        </w:rPr>
      </w:pPr>
      <w:r>
        <w:rPr>
          <w:rFonts w:ascii="Comic Sans MS" w:hAnsi="Comic Sans MS"/>
          <w:sz w:val="28"/>
          <w:szCs w:val="28"/>
        </w:rPr>
        <w:t>To develop in pupils good habits of self discipline, personal responsibility and independent learning.</w:t>
      </w:r>
    </w:p>
    <w:p w:rsidR="00633CC3" w:rsidRDefault="00633CC3">
      <w:pPr>
        <w:numPr>
          <w:ilvl w:val="0"/>
          <w:numId w:val="1"/>
        </w:numPr>
        <w:rPr>
          <w:rFonts w:ascii="Comic Sans MS" w:hAnsi="Comic Sans MS"/>
          <w:sz w:val="28"/>
          <w:szCs w:val="28"/>
        </w:rPr>
      </w:pPr>
      <w:r>
        <w:rPr>
          <w:rFonts w:ascii="Comic Sans MS" w:hAnsi="Comic Sans MS"/>
          <w:sz w:val="28"/>
          <w:szCs w:val="28"/>
        </w:rPr>
        <w:t>To provide an opportunity for parents to support their child’s learning.</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rFonts w:ascii="Comic Sans MS" w:hAnsi="Comic Sans MS"/>
          <w:sz w:val="28"/>
          <w:szCs w:val="28"/>
        </w:rPr>
        <w:t>The amount of time spent on formal homework will depend on the stage and set of the pupil. However, these are our rough guidelines:</w:t>
      </w:r>
    </w:p>
    <w:p w:rsidR="00633CC3" w:rsidRDefault="00633CC3">
      <w:pPr>
        <w:rPr>
          <w:rFonts w:ascii="Comic Sans MS" w:hAnsi="Comic Sans MS"/>
          <w:sz w:val="28"/>
          <w:szCs w:val="28"/>
        </w:rPr>
      </w:pPr>
    </w:p>
    <w:p w:rsidR="00633CC3" w:rsidRDefault="00633CC3">
      <w:pPr>
        <w:numPr>
          <w:ilvl w:val="0"/>
          <w:numId w:val="2"/>
        </w:numPr>
        <w:rPr>
          <w:rFonts w:ascii="Comic Sans MS" w:hAnsi="Comic Sans MS"/>
          <w:sz w:val="28"/>
          <w:szCs w:val="28"/>
        </w:rPr>
      </w:pPr>
      <w:r>
        <w:rPr>
          <w:rFonts w:ascii="Comic Sans MS" w:hAnsi="Comic Sans MS"/>
          <w:sz w:val="28"/>
          <w:szCs w:val="28"/>
        </w:rPr>
        <w:t>S1 = 1 hour per week (includes reading)</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rFonts w:ascii="Comic Sans MS" w:hAnsi="Comic Sans MS"/>
          <w:sz w:val="28"/>
          <w:szCs w:val="28"/>
        </w:rPr>
        <w:t>Please note that reading, watching documentaries, going to the cinema and theatre, reading newspapers, reading fiction and non-fiction out of school will benefit and support pupils in their study of English.</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b/>
          <w:sz w:val="32"/>
          <w:szCs w:val="32"/>
        </w:rPr>
      </w:pPr>
    </w:p>
    <w:p w:rsidR="00633CC3" w:rsidRDefault="00633CC3">
      <w:pPr>
        <w:rPr>
          <w:rFonts w:ascii="Comic Sans MS" w:hAnsi="Comic Sans MS"/>
          <w:b/>
          <w:sz w:val="32"/>
          <w:szCs w:val="32"/>
        </w:rPr>
      </w:pPr>
    </w:p>
    <w:p w:rsidR="00633CC3" w:rsidRDefault="00633CC3">
      <w:pPr>
        <w:rPr>
          <w:rFonts w:ascii="Comic Sans MS" w:hAnsi="Comic Sans MS"/>
          <w:b/>
          <w:sz w:val="32"/>
          <w:szCs w:val="32"/>
        </w:rPr>
      </w:pPr>
    </w:p>
    <w:p w:rsidR="00633CC3" w:rsidRDefault="00633CC3">
      <w:pPr>
        <w:rPr>
          <w:rFonts w:ascii="Comic Sans MS" w:hAnsi="Comic Sans MS"/>
          <w:b/>
          <w:sz w:val="32"/>
          <w:szCs w:val="32"/>
        </w:rPr>
      </w:pPr>
    </w:p>
    <w:p w:rsidR="00633CC3" w:rsidRDefault="00633CC3">
      <w:pPr>
        <w:rPr>
          <w:rFonts w:ascii="Comic Sans MS" w:hAnsi="Comic Sans MS"/>
          <w:b/>
          <w:sz w:val="32"/>
          <w:szCs w:val="32"/>
        </w:rPr>
      </w:pPr>
      <w:r>
        <w:rPr>
          <w:rFonts w:ascii="Comic Sans MS" w:hAnsi="Comic Sans MS"/>
          <w:b/>
          <w:sz w:val="32"/>
          <w:szCs w:val="32"/>
        </w:rPr>
        <w:t>S1 (5-14 Curriculum)</w:t>
      </w:r>
    </w:p>
    <w:p w:rsidR="00633CC3" w:rsidRDefault="00633CC3">
      <w:pPr>
        <w:rPr>
          <w:rFonts w:ascii="Comic Sans MS" w:hAnsi="Comic Sans MS"/>
          <w:sz w:val="28"/>
          <w:szCs w:val="28"/>
        </w:rPr>
      </w:pPr>
    </w:p>
    <w:p w:rsidR="00633CC3" w:rsidRDefault="00633CC3">
      <w:pPr>
        <w:numPr>
          <w:ilvl w:val="0"/>
          <w:numId w:val="3"/>
        </w:numPr>
        <w:rPr>
          <w:rFonts w:ascii="Comic Sans MS" w:hAnsi="Comic Sans MS"/>
          <w:sz w:val="28"/>
          <w:szCs w:val="28"/>
        </w:rPr>
      </w:pPr>
      <w:r>
        <w:rPr>
          <w:rFonts w:ascii="Comic Sans MS" w:hAnsi="Comic Sans MS"/>
          <w:sz w:val="28"/>
          <w:szCs w:val="28"/>
        </w:rPr>
        <w:t xml:space="preserve">In S1 personal reading, for the accelerated reader programme, will be a large part of homework. The majority of pupils will be expected to read 1 to 2 chapters of their chosen novel, per week. </w:t>
      </w:r>
    </w:p>
    <w:p w:rsidR="00633CC3" w:rsidRDefault="00633CC3">
      <w:pPr>
        <w:ind w:left="360"/>
        <w:rPr>
          <w:rFonts w:ascii="Comic Sans MS" w:hAnsi="Comic Sans MS"/>
          <w:sz w:val="28"/>
          <w:szCs w:val="28"/>
        </w:rPr>
      </w:pPr>
    </w:p>
    <w:p w:rsidR="00633CC3" w:rsidRDefault="00633CC3">
      <w:pPr>
        <w:numPr>
          <w:ilvl w:val="0"/>
          <w:numId w:val="3"/>
        </w:numPr>
        <w:rPr>
          <w:rFonts w:ascii="Comic Sans MS" w:hAnsi="Comic Sans MS"/>
          <w:sz w:val="28"/>
          <w:szCs w:val="28"/>
        </w:rPr>
      </w:pPr>
      <w:r>
        <w:rPr>
          <w:rFonts w:ascii="Comic Sans MS" w:hAnsi="Comic Sans MS"/>
          <w:sz w:val="28"/>
          <w:szCs w:val="28"/>
        </w:rPr>
        <w:t>Pupils will also be expected to complete one written task per week; this will be appropriate and of relevance to the unit of work being taught in class, at that time. Examples of this are:</w:t>
      </w:r>
    </w:p>
    <w:p w:rsidR="00633CC3" w:rsidRDefault="00633CC3">
      <w:pPr>
        <w:numPr>
          <w:ilvl w:val="0"/>
          <w:numId w:val="4"/>
        </w:numPr>
        <w:rPr>
          <w:rFonts w:ascii="Comic Sans MS" w:hAnsi="Comic Sans MS"/>
          <w:sz w:val="28"/>
          <w:szCs w:val="28"/>
        </w:rPr>
      </w:pPr>
      <w:r>
        <w:rPr>
          <w:rFonts w:ascii="Comic Sans MS" w:hAnsi="Comic Sans MS"/>
          <w:sz w:val="28"/>
          <w:szCs w:val="28"/>
        </w:rPr>
        <w:t>Written tasks generated from class reading or discussion of a literary text, such as: questions, plot summary, character analysis, quizzes etc. Such tasks will contribute to the end of unit assignment.</w:t>
      </w:r>
    </w:p>
    <w:p w:rsidR="00633CC3" w:rsidRDefault="00633CC3">
      <w:pPr>
        <w:numPr>
          <w:ilvl w:val="0"/>
          <w:numId w:val="4"/>
        </w:numPr>
        <w:rPr>
          <w:rFonts w:ascii="Comic Sans MS" w:hAnsi="Comic Sans MS"/>
          <w:sz w:val="28"/>
          <w:szCs w:val="28"/>
        </w:rPr>
      </w:pPr>
      <w:r>
        <w:rPr>
          <w:rFonts w:ascii="Comic Sans MS" w:hAnsi="Comic Sans MS"/>
          <w:sz w:val="28"/>
          <w:szCs w:val="28"/>
        </w:rPr>
        <w:t>Small written tasks that are relevant to class work and/or an essay on the following: personal, imaginative, functional, transactional writing.</w:t>
      </w:r>
    </w:p>
    <w:p w:rsidR="00633CC3" w:rsidRDefault="00633CC3">
      <w:pPr>
        <w:numPr>
          <w:ilvl w:val="0"/>
          <w:numId w:val="4"/>
        </w:numPr>
        <w:rPr>
          <w:rFonts w:ascii="Comic Sans MS" w:hAnsi="Comic Sans MS"/>
          <w:sz w:val="28"/>
          <w:szCs w:val="28"/>
        </w:rPr>
      </w:pPr>
      <w:r>
        <w:rPr>
          <w:rFonts w:ascii="Comic Sans MS" w:hAnsi="Comic Sans MS"/>
          <w:sz w:val="28"/>
          <w:szCs w:val="28"/>
        </w:rPr>
        <w:t>Practice in literacy skills, taken from the literacy outcomes.</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numPr>
          <w:ilvl w:val="0"/>
          <w:numId w:val="5"/>
        </w:numPr>
        <w:rPr>
          <w:rFonts w:ascii="Comic Sans MS" w:hAnsi="Comic Sans MS"/>
          <w:sz w:val="28"/>
          <w:szCs w:val="28"/>
        </w:rPr>
      </w:pPr>
      <w:r>
        <w:rPr>
          <w:rFonts w:ascii="Comic Sans MS" w:hAnsi="Comic Sans MS"/>
          <w:sz w:val="28"/>
          <w:szCs w:val="28"/>
        </w:rPr>
        <w:t>In S1 pupils with major difficulties with writing will not be set formal written tasks as homework, i.e. critical essays etc</w:t>
      </w:r>
    </w:p>
    <w:p w:rsidR="00633CC3" w:rsidRDefault="00633CC3">
      <w:pPr>
        <w:ind w:left="360"/>
        <w:rPr>
          <w:rFonts w:ascii="Comic Sans MS" w:hAnsi="Comic Sans MS"/>
          <w:sz w:val="28"/>
          <w:szCs w:val="28"/>
        </w:rPr>
      </w:pPr>
    </w:p>
    <w:p w:rsidR="00633CC3" w:rsidRDefault="00633CC3">
      <w:pPr>
        <w:ind w:left="360"/>
        <w:rPr>
          <w:rFonts w:ascii="Comic Sans MS" w:hAnsi="Comic Sans MS"/>
          <w:sz w:val="28"/>
          <w:szCs w:val="28"/>
        </w:rPr>
      </w:pPr>
    </w:p>
    <w:p w:rsidR="00633CC3" w:rsidRDefault="00633CC3">
      <w:pPr>
        <w:numPr>
          <w:ilvl w:val="0"/>
          <w:numId w:val="5"/>
        </w:numPr>
        <w:rPr>
          <w:rFonts w:ascii="Comic Sans MS" w:hAnsi="Comic Sans MS"/>
          <w:sz w:val="28"/>
          <w:szCs w:val="28"/>
        </w:rPr>
      </w:pPr>
      <w:r>
        <w:rPr>
          <w:rFonts w:ascii="Comic Sans MS" w:hAnsi="Comic Sans MS"/>
          <w:sz w:val="28"/>
          <w:szCs w:val="28"/>
        </w:rPr>
        <w:t>Homework will be issued to pupils on Thursdays.</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b/>
          <w:sz w:val="28"/>
          <w:szCs w:val="28"/>
        </w:rPr>
      </w:pPr>
      <w:r>
        <w:rPr>
          <w:rFonts w:ascii="Comic Sans MS" w:hAnsi="Comic Sans MS"/>
          <w:b/>
          <w:sz w:val="28"/>
          <w:szCs w:val="28"/>
        </w:rPr>
        <w:t>Signature of parent/guardian:</w:t>
      </w:r>
    </w:p>
    <w:p w:rsidR="00633CC3" w:rsidRDefault="00633CC3">
      <w:pPr>
        <w:jc w:val="center"/>
      </w:pPr>
    </w:p>
    <w:p w:rsidR="00633CC3" w:rsidRDefault="00633CC3">
      <w:pPr>
        <w:jc w:val="center"/>
      </w:pPr>
    </w:p>
    <w:p w:rsidR="00633CC3" w:rsidRDefault="00633CC3">
      <w:pPr>
        <w:jc w:val="center"/>
      </w:pPr>
    </w:p>
    <w:p w:rsidR="00633CC3" w:rsidRDefault="00633CC3">
      <w:pPr>
        <w:jc w:val="center"/>
      </w:pPr>
    </w:p>
    <w:p w:rsidR="00633CC3" w:rsidRDefault="00633CC3">
      <w:pPr>
        <w:rPr>
          <w:rFonts w:ascii="Comic Sans MS" w:hAnsi="Comic Sans MS"/>
        </w:rPr>
      </w:pPr>
      <w:r>
        <w:rPr>
          <w:rFonts w:ascii="Comic Sans MS" w:hAnsi="Comic Sans MS"/>
          <w:b/>
          <w:sz w:val="28"/>
          <w:szCs w:val="28"/>
          <w:u w:val="single"/>
        </w:rPr>
        <w:t>Week 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type id="_x0000_t202" coordsize="21600,21600" o:spt="202" path="m,l,21600r21600,l21600,xe">
            <v:stroke joinstyle="miter"/>
            <v:path gradientshapeok="t" o:connecttype="rect"/>
          </v:shapetype>
          <v:shape id="_x0000_s1026" type="#_x0000_t202" style="position:absolute;margin-left:9pt;margin-top:6pt;width:27pt;height:45pt;z-index:251635200" stroked="f">
            <v:textbox>
              <w:txbxContent>
                <w:p w:rsidR="00633CC3" w:rsidRDefault="00633CC3">
                  <w:pPr>
                    <w:rPr>
                      <w:rFonts w:ascii="Comic Sans MS" w:hAnsi="Comic Sans MS"/>
                    </w:rPr>
                  </w:pPr>
                  <w:hyperlink r:id="rId9" w:history="1">
                    <w:r w:rsidRPr="00697961">
                      <w:rPr>
                        <w:rFonts w:ascii="Arial" w:hAnsi="Arial" w:cs="Arial"/>
                        <w:noProof/>
                        <w:color w:val="0000FF"/>
                      </w:rPr>
                      <w:pict>
                        <v:shape id="_x0000_i1030"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27" type="#_x0000_t202" style="position:absolute;margin-left:9pt;margin-top:11.95pt;width:36pt;height:36pt;z-index:251677184" stroked="f">
            <v:textbox>
              <w:txbxContent>
                <w:p w:rsidR="00633CC3" w:rsidRDefault="00633CC3" w:rsidP="009F4B08">
                  <w:hyperlink r:id="rId11" w:history="1">
                    <w:r>
                      <w:rPr>
                        <w:sz w:val="20"/>
                        <w:szCs w:val="20"/>
                      </w:rPr>
                      <w:pict>
                        <v:shape id="_x0000_i1032"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28" type="#_x0000_t202" style="position:absolute;margin-left:9pt;margin-top:17.6pt;width:36pt;height:45pt;z-index:251636224" stroked="f">
            <v:textbox>
              <w:txbxContent>
                <w:p w:rsidR="00633CC3" w:rsidRDefault="00633CC3">
                  <w:hyperlink r:id="rId13" w:history="1">
                    <w:r w:rsidRPr="00697961">
                      <w:rPr>
                        <w:rFonts w:ascii="Arial" w:hAnsi="Arial" w:cs="Arial"/>
                        <w:noProof/>
                        <w:color w:val="0000FF"/>
                      </w:rPr>
                      <w:pict>
                        <v:shape id="_x0000_i1034"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29" type="#_x0000_t202" style="position:absolute;margin-left:9pt;margin-top:11.95pt;width:36pt;height:36pt;z-index:251678208" stroked="f">
            <v:textbox>
              <w:txbxContent>
                <w:p w:rsidR="00633CC3" w:rsidRDefault="00633CC3" w:rsidP="009F4B08">
                  <w:hyperlink r:id="rId14" w:history="1">
                    <w:r>
                      <w:rPr>
                        <w:sz w:val="20"/>
                        <w:szCs w:val="20"/>
                      </w:rPr>
                      <w:pict>
                        <v:shape id="_x0000_i1036"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30" type="#_x0000_t202" style="position:absolute;margin-left:9pt;margin-top:6pt;width:27pt;height:45pt;z-index:251637248" stroked="f">
            <v:textbox>
              <w:txbxContent>
                <w:p w:rsidR="00633CC3" w:rsidRDefault="00633CC3">
                  <w:pPr>
                    <w:rPr>
                      <w:rFonts w:ascii="Comic Sans MS" w:hAnsi="Comic Sans MS"/>
                    </w:rPr>
                  </w:pPr>
                  <w:hyperlink r:id="rId15" w:history="1">
                    <w:r w:rsidRPr="00697961">
                      <w:rPr>
                        <w:rFonts w:ascii="Arial" w:hAnsi="Arial" w:cs="Arial"/>
                        <w:noProof/>
                        <w:color w:val="0000FF"/>
                      </w:rPr>
                      <w:pict>
                        <v:shape id="_x0000_i1038"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31" type="#_x0000_t202" style="position:absolute;margin-left:9pt;margin-top:11.95pt;width:36pt;height:36pt;z-index:251679232" stroked="f">
            <v:textbox>
              <w:txbxContent>
                <w:p w:rsidR="00633CC3" w:rsidRDefault="00633CC3" w:rsidP="009F4B08">
                  <w:hyperlink r:id="rId16" w:history="1">
                    <w:r>
                      <w:rPr>
                        <w:sz w:val="20"/>
                        <w:szCs w:val="20"/>
                      </w:rPr>
                      <w:pict>
                        <v:shape id="_x0000_i1040"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32" type="#_x0000_t202" style="position:absolute;margin-left:9pt;margin-top:17.6pt;width:36pt;height:45pt;z-index:251638272" stroked="f">
            <v:textbox>
              <w:txbxContent>
                <w:p w:rsidR="00633CC3" w:rsidRDefault="00633CC3">
                  <w:hyperlink r:id="rId17" w:history="1">
                    <w:r w:rsidRPr="00697961">
                      <w:rPr>
                        <w:rFonts w:ascii="Arial" w:hAnsi="Arial" w:cs="Arial"/>
                        <w:noProof/>
                        <w:color w:val="0000FF"/>
                      </w:rPr>
                      <w:pict>
                        <v:shape id="_x0000_i1042"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33" type="#_x0000_t202" style="position:absolute;margin-left:9pt;margin-top:11.95pt;width:36pt;height:36pt;z-index:251680256" stroked="f">
            <v:textbox>
              <w:txbxContent>
                <w:p w:rsidR="00633CC3" w:rsidRDefault="00633CC3" w:rsidP="009F4B08">
                  <w:hyperlink r:id="rId18" w:history="1">
                    <w:r>
                      <w:rPr>
                        <w:sz w:val="20"/>
                        <w:szCs w:val="20"/>
                      </w:rPr>
                      <w:pict>
                        <v:shape id="_x0000_i1044"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b/>
          <w:sz w:val="28"/>
          <w:szCs w:val="28"/>
          <w:u w:val="single"/>
        </w:rPr>
      </w:pPr>
    </w:p>
    <w:p w:rsidR="00633CC3" w:rsidRDefault="00633CC3">
      <w:pPr>
        <w:rPr>
          <w:rFonts w:ascii="Comic Sans MS" w:hAnsi="Comic Sans MS"/>
        </w:rPr>
      </w:pPr>
      <w:r>
        <w:rPr>
          <w:rFonts w:ascii="Comic Sans MS" w:hAnsi="Comic Sans MS"/>
          <w:b/>
          <w:sz w:val="28"/>
          <w:szCs w:val="28"/>
          <w:u w:val="single"/>
        </w:rPr>
        <w:t>Week 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34" type="#_x0000_t202" style="position:absolute;margin-left:9pt;margin-top:6pt;width:27pt;height:45pt;z-index:251598336" stroked="f">
            <v:textbox>
              <w:txbxContent>
                <w:p w:rsidR="00633CC3" w:rsidRDefault="00633CC3">
                  <w:pPr>
                    <w:rPr>
                      <w:rFonts w:ascii="Comic Sans MS" w:hAnsi="Comic Sans MS"/>
                    </w:rPr>
                  </w:pPr>
                  <w:hyperlink r:id="rId19" w:history="1">
                    <w:r w:rsidRPr="00697961">
                      <w:rPr>
                        <w:rFonts w:ascii="Arial" w:hAnsi="Arial" w:cs="Arial"/>
                        <w:noProof/>
                        <w:color w:val="0000FF"/>
                      </w:rPr>
                      <w:pict>
                        <v:shape id="_x0000_i1046"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35" type="#_x0000_t202" style="position:absolute;margin-left:9pt;margin-top:11.95pt;width:36pt;height:36pt;z-index:251681280" stroked="f">
            <v:textbox>
              <w:txbxContent>
                <w:p w:rsidR="00633CC3" w:rsidRDefault="00633CC3" w:rsidP="009F4B08">
                  <w:hyperlink r:id="rId20" w:history="1">
                    <w:r>
                      <w:rPr>
                        <w:sz w:val="20"/>
                        <w:szCs w:val="20"/>
                      </w:rPr>
                      <w:pict>
                        <v:shape id="_x0000_i1048"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36" type="#_x0000_t202" style="position:absolute;margin-left:9pt;margin-top:17.6pt;width:36pt;height:45pt;z-index:251599360" stroked="f">
            <v:textbox>
              <w:txbxContent>
                <w:p w:rsidR="00633CC3" w:rsidRDefault="00633CC3">
                  <w:hyperlink r:id="rId21" w:history="1">
                    <w:r w:rsidRPr="00697961">
                      <w:rPr>
                        <w:rFonts w:ascii="Arial" w:hAnsi="Arial" w:cs="Arial"/>
                        <w:noProof/>
                        <w:color w:val="0000FF"/>
                      </w:rPr>
                      <w:pict>
                        <v:shape id="_x0000_i1050"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37" type="#_x0000_t202" style="position:absolute;margin-left:9pt;margin-top:11.95pt;width:36pt;height:36pt;z-index:251682304" stroked="f">
            <v:textbox>
              <w:txbxContent>
                <w:p w:rsidR="00633CC3" w:rsidRDefault="00633CC3" w:rsidP="009F4B08">
                  <w:hyperlink r:id="rId22" w:history="1">
                    <w:r>
                      <w:rPr>
                        <w:sz w:val="20"/>
                        <w:szCs w:val="20"/>
                      </w:rPr>
                      <w:pict>
                        <v:shape id="_x0000_i1052"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38" type="#_x0000_t202" style="position:absolute;margin-left:9pt;margin-top:6pt;width:27pt;height:45pt;z-index:251600384" stroked="f">
            <v:textbox>
              <w:txbxContent>
                <w:p w:rsidR="00633CC3" w:rsidRDefault="00633CC3">
                  <w:pPr>
                    <w:rPr>
                      <w:rFonts w:ascii="Comic Sans MS" w:hAnsi="Comic Sans MS"/>
                    </w:rPr>
                  </w:pPr>
                  <w:hyperlink r:id="rId23" w:history="1">
                    <w:r w:rsidRPr="00697961">
                      <w:rPr>
                        <w:rFonts w:ascii="Arial" w:hAnsi="Arial" w:cs="Arial"/>
                        <w:noProof/>
                        <w:color w:val="0000FF"/>
                      </w:rPr>
                      <w:pict>
                        <v:shape id="_x0000_i1054"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39" type="#_x0000_t202" style="position:absolute;margin-left:9pt;margin-top:11.95pt;width:36pt;height:36pt;z-index:251683328" stroked="f">
            <v:textbox>
              <w:txbxContent>
                <w:p w:rsidR="00633CC3" w:rsidRDefault="00633CC3" w:rsidP="009F4B08">
                  <w:hyperlink r:id="rId24" w:history="1">
                    <w:r>
                      <w:rPr>
                        <w:sz w:val="20"/>
                        <w:szCs w:val="20"/>
                      </w:rPr>
                      <w:pict>
                        <v:shape id="_x0000_i1056"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40" type="#_x0000_t202" style="position:absolute;margin-left:9pt;margin-top:17.6pt;width:36pt;height:45pt;z-index:251601408" stroked="f">
            <v:textbox>
              <w:txbxContent>
                <w:p w:rsidR="00633CC3" w:rsidRDefault="00633CC3">
                  <w:hyperlink r:id="rId25" w:history="1">
                    <w:r w:rsidRPr="00697961">
                      <w:rPr>
                        <w:rFonts w:ascii="Arial" w:hAnsi="Arial" w:cs="Arial"/>
                        <w:noProof/>
                        <w:color w:val="0000FF"/>
                      </w:rPr>
                      <w:pict>
                        <v:shape id="_x0000_i1058"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41" type="#_x0000_t202" style="position:absolute;margin-left:9pt;margin-top:11.95pt;width:36pt;height:36pt;z-index:251684352" stroked="f">
            <v:textbox>
              <w:txbxContent>
                <w:p w:rsidR="00633CC3" w:rsidRDefault="00633CC3" w:rsidP="009F4B08">
                  <w:hyperlink r:id="rId26" w:history="1">
                    <w:r>
                      <w:rPr>
                        <w:sz w:val="20"/>
                        <w:szCs w:val="20"/>
                      </w:rPr>
                      <w:pict>
                        <v:shape id="_x0000_i1060"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b/>
          <w:sz w:val="28"/>
          <w:szCs w:val="28"/>
          <w:u w:val="single"/>
        </w:rPr>
      </w:pPr>
    </w:p>
    <w:p w:rsidR="00633CC3" w:rsidRDefault="00633CC3">
      <w:pPr>
        <w:rPr>
          <w:rFonts w:ascii="Comic Sans MS" w:hAnsi="Comic Sans MS"/>
        </w:rPr>
      </w:pPr>
      <w:r>
        <w:rPr>
          <w:rFonts w:ascii="Comic Sans MS" w:hAnsi="Comic Sans MS"/>
          <w:b/>
          <w:sz w:val="28"/>
          <w:szCs w:val="28"/>
          <w:u w:val="single"/>
        </w:rPr>
        <w:t>Week 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42" type="#_x0000_t202" style="position:absolute;margin-left:9pt;margin-top:6pt;width:27pt;height:45pt;z-index:251602432" stroked="f">
            <v:textbox>
              <w:txbxContent>
                <w:p w:rsidR="00633CC3" w:rsidRDefault="00633CC3">
                  <w:pPr>
                    <w:rPr>
                      <w:rFonts w:ascii="Comic Sans MS" w:hAnsi="Comic Sans MS"/>
                    </w:rPr>
                  </w:pPr>
                  <w:hyperlink r:id="rId27" w:history="1">
                    <w:r w:rsidRPr="00697961">
                      <w:rPr>
                        <w:rFonts w:ascii="Arial" w:hAnsi="Arial" w:cs="Arial"/>
                        <w:noProof/>
                        <w:color w:val="0000FF"/>
                      </w:rPr>
                      <w:pict>
                        <v:shape id="_x0000_i1062"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43" type="#_x0000_t202" style="position:absolute;margin-left:9pt;margin-top:11.95pt;width:36pt;height:36pt;z-index:251685376" stroked="f">
            <v:textbox>
              <w:txbxContent>
                <w:p w:rsidR="00633CC3" w:rsidRDefault="00633CC3" w:rsidP="009F4B08">
                  <w:hyperlink r:id="rId28" w:history="1">
                    <w:r>
                      <w:rPr>
                        <w:sz w:val="20"/>
                        <w:szCs w:val="20"/>
                      </w:rPr>
                      <w:pict>
                        <v:shape id="_x0000_i1064"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10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44" type="#_x0000_t202" style="position:absolute;margin-left:9pt;margin-top:17.6pt;width:36pt;height:45pt;z-index:251603456" stroked="f">
            <v:textbox>
              <w:txbxContent>
                <w:p w:rsidR="00633CC3" w:rsidRDefault="00633CC3">
                  <w:hyperlink r:id="rId29" w:history="1">
                    <w:r w:rsidRPr="00697961">
                      <w:rPr>
                        <w:rFonts w:ascii="Arial" w:hAnsi="Arial" w:cs="Arial"/>
                        <w:noProof/>
                        <w:color w:val="0000FF"/>
                      </w:rPr>
                      <w:pict>
                        <v:shape id="_x0000_i1066"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45" type="#_x0000_t202" style="position:absolute;margin-left:9pt;margin-top:11.95pt;width:36pt;height:36pt;z-index:251686400" stroked="f">
            <v:textbox>
              <w:txbxContent>
                <w:p w:rsidR="00633CC3" w:rsidRDefault="00633CC3" w:rsidP="009F4B08">
                  <w:hyperlink r:id="rId30" w:history="1">
                    <w:r>
                      <w:rPr>
                        <w:sz w:val="20"/>
                        <w:szCs w:val="20"/>
                      </w:rPr>
                      <w:pict>
                        <v:shape id="_x0000_i1068"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11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46" type="#_x0000_t202" style="position:absolute;margin-left:9pt;margin-top:6pt;width:27pt;height:45pt;z-index:251604480" stroked="f">
            <v:textbox>
              <w:txbxContent>
                <w:p w:rsidR="00633CC3" w:rsidRDefault="00633CC3">
                  <w:pPr>
                    <w:rPr>
                      <w:rFonts w:ascii="Comic Sans MS" w:hAnsi="Comic Sans MS"/>
                    </w:rPr>
                  </w:pPr>
                  <w:hyperlink r:id="rId31" w:history="1">
                    <w:r w:rsidRPr="00697961">
                      <w:rPr>
                        <w:rFonts w:ascii="Arial" w:hAnsi="Arial" w:cs="Arial"/>
                        <w:noProof/>
                        <w:color w:val="0000FF"/>
                      </w:rPr>
                      <w:pict>
                        <v:shape id="_x0000_i1070"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47" type="#_x0000_t202" style="position:absolute;margin-left:9pt;margin-top:11.95pt;width:36pt;height:36pt;z-index:251687424" stroked="f">
            <v:textbox>
              <w:txbxContent>
                <w:p w:rsidR="00633CC3" w:rsidRDefault="00633CC3" w:rsidP="009F4B08">
                  <w:hyperlink r:id="rId32" w:history="1">
                    <w:r>
                      <w:rPr>
                        <w:sz w:val="20"/>
                        <w:szCs w:val="20"/>
                      </w:rPr>
                      <w:pict>
                        <v:shape id="_x0000_i1072"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12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48" type="#_x0000_t202" style="position:absolute;margin-left:9pt;margin-top:17.6pt;width:36pt;height:45pt;z-index:251605504" stroked="f">
            <v:textbox>
              <w:txbxContent>
                <w:p w:rsidR="00633CC3" w:rsidRDefault="00633CC3">
                  <w:hyperlink r:id="rId33" w:history="1">
                    <w:r w:rsidRPr="00697961">
                      <w:rPr>
                        <w:rFonts w:ascii="Arial" w:hAnsi="Arial" w:cs="Arial"/>
                        <w:noProof/>
                        <w:color w:val="0000FF"/>
                      </w:rPr>
                      <w:pict>
                        <v:shape id="_x0000_i1074"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49" type="#_x0000_t202" style="position:absolute;margin-left:9pt;margin-top:11.95pt;width:36pt;height:36pt;z-index:251688448" stroked="f">
            <v:textbox>
              <w:txbxContent>
                <w:p w:rsidR="00633CC3" w:rsidRDefault="00633CC3" w:rsidP="009F4B08">
                  <w:hyperlink r:id="rId34" w:history="1">
                    <w:r>
                      <w:rPr>
                        <w:sz w:val="20"/>
                        <w:szCs w:val="20"/>
                      </w:rPr>
                      <w:pict>
                        <v:shape id="_x0000_i1076"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b/>
          <w:sz w:val="28"/>
          <w:szCs w:val="28"/>
          <w:u w:val="single"/>
        </w:rPr>
      </w:pPr>
    </w:p>
    <w:p w:rsidR="00633CC3" w:rsidRDefault="00633CC3">
      <w:pPr>
        <w:rPr>
          <w:rFonts w:ascii="Comic Sans MS" w:hAnsi="Comic Sans MS"/>
        </w:rPr>
      </w:pPr>
      <w:r>
        <w:rPr>
          <w:rFonts w:ascii="Comic Sans MS" w:hAnsi="Comic Sans MS"/>
          <w:b/>
          <w:sz w:val="28"/>
          <w:szCs w:val="28"/>
          <w:u w:val="single"/>
        </w:rPr>
        <w:t>Week 13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50" type="#_x0000_t202" style="position:absolute;margin-left:9pt;margin-top:6pt;width:27pt;height:45pt;z-index:251606528" stroked="f">
            <v:textbox>
              <w:txbxContent>
                <w:p w:rsidR="00633CC3" w:rsidRDefault="00633CC3">
                  <w:pPr>
                    <w:rPr>
                      <w:rFonts w:ascii="Comic Sans MS" w:hAnsi="Comic Sans MS"/>
                    </w:rPr>
                  </w:pPr>
                  <w:hyperlink r:id="rId35" w:history="1">
                    <w:r w:rsidRPr="00697961">
                      <w:rPr>
                        <w:rFonts w:ascii="Arial" w:hAnsi="Arial" w:cs="Arial"/>
                        <w:noProof/>
                        <w:color w:val="0000FF"/>
                      </w:rPr>
                      <w:pict>
                        <v:shape id="_x0000_i1078"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51" type="#_x0000_t202" style="position:absolute;margin-left:9pt;margin-top:11.95pt;width:36pt;height:36pt;z-index:251689472" stroked="f">
            <v:textbox>
              <w:txbxContent>
                <w:p w:rsidR="00633CC3" w:rsidRDefault="00633CC3" w:rsidP="009F4B08">
                  <w:hyperlink r:id="rId36" w:history="1">
                    <w:r>
                      <w:rPr>
                        <w:sz w:val="20"/>
                        <w:szCs w:val="20"/>
                      </w:rPr>
                      <w:pict>
                        <v:shape id="_x0000_i1080"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14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52" type="#_x0000_t202" style="position:absolute;margin-left:9pt;margin-top:17.6pt;width:36pt;height:45pt;z-index:251607552" stroked="f">
            <v:textbox>
              <w:txbxContent>
                <w:p w:rsidR="00633CC3" w:rsidRDefault="00633CC3">
                  <w:hyperlink r:id="rId37" w:history="1">
                    <w:r w:rsidRPr="00697961">
                      <w:rPr>
                        <w:rFonts w:ascii="Arial" w:hAnsi="Arial" w:cs="Arial"/>
                        <w:noProof/>
                        <w:color w:val="0000FF"/>
                      </w:rPr>
                      <w:pict>
                        <v:shape id="_x0000_i1082"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53" type="#_x0000_t202" style="position:absolute;margin-left:9pt;margin-top:11.95pt;width:36pt;height:36pt;z-index:251690496" stroked="f">
            <v:textbox>
              <w:txbxContent>
                <w:p w:rsidR="00633CC3" w:rsidRDefault="00633CC3" w:rsidP="009F4B08">
                  <w:hyperlink r:id="rId38" w:history="1">
                    <w:r>
                      <w:rPr>
                        <w:sz w:val="20"/>
                        <w:szCs w:val="20"/>
                      </w:rPr>
                      <w:pict>
                        <v:shape id="_x0000_i1084"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15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54" type="#_x0000_t202" style="position:absolute;margin-left:9pt;margin-top:6pt;width:27pt;height:45pt;z-index:251608576" stroked="f">
            <v:textbox>
              <w:txbxContent>
                <w:p w:rsidR="00633CC3" w:rsidRDefault="00633CC3">
                  <w:pPr>
                    <w:rPr>
                      <w:rFonts w:ascii="Comic Sans MS" w:hAnsi="Comic Sans MS"/>
                    </w:rPr>
                  </w:pPr>
                  <w:hyperlink r:id="rId39" w:history="1">
                    <w:r w:rsidRPr="00697961">
                      <w:rPr>
                        <w:rFonts w:ascii="Arial" w:hAnsi="Arial" w:cs="Arial"/>
                        <w:noProof/>
                        <w:color w:val="0000FF"/>
                      </w:rPr>
                      <w:pict>
                        <v:shape id="_x0000_i1086"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55" type="#_x0000_t202" style="position:absolute;margin-left:9pt;margin-top:11.95pt;width:36pt;height:36pt;z-index:251691520" stroked="f">
            <v:textbox>
              <w:txbxContent>
                <w:p w:rsidR="00633CC3" w:rsidRDefault="00633CC3" w:rsidP="009F4B08">
                  <w:hyperlink r:id="rId40" w:history="1">
                    <w:r>
                      <w:rPr>
                        <w:sz w:val="20"/>
                        <w:szCs w:val="20"/>
                      </w:rPr>
                      <w:pict>
                        <v:shape id="_x0000_i1088"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16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56" type="#_x0000_t202" style="position:absolute;margin-left:9pt;margin-top:17.6pt;width:36pt;height:45pt;z-index:251609600" stroked="f">
            <v:textbox>
              <w:txbxContent>
                <w:p w:rsidR="00633CC3" w:rsidRDefault="00633CC3">
                  <w:hyperlink r:id="rId41" w:history="1">
                    <w:r w:rsidRPr="00697961">
                      <w:rPr>
                        <w:rFonts w:ascii="Arial" w:hAnsi="Arial" w:cs="Arial"/>
                        <w:noProof/>
                        <w:color w:val="0000FF"/>
                      </w:rPr>
                      <w:pict>
                        <v:shape id="_x0000_i1090"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57" type="#_x0000_t202" style="position:absolute;margin-left:9pt;margin-top:11.95pt;width:36pt;height:36pt;z-index:251692544" stroked="f">
            <v:textbox>
              <w:txbxContent>
                <w:p w:rsidR="00633CC3" w:rsidRDefault="00633CC3" w:rsidP="009F4B08">
                  <w:hyperlink r:id="rId42" w:history="1">
                    <w:r>
                      <w:rPr>
                        <w:sz w:val="20"/>
                        <w:szCs w:val="20"/>
                      </w:rPr>
                      <w:pict>
                        <v:shape id="_x0000_i1092"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b/>
          <w:sz w:val="28"/>
          <w:szCs w:val="28"/>
          <w:u w:val="single"/>
        </w:rPr>
      </w:pPr>
    </w:p>
    <w:p w:rsidR="00633CC3" w:rsidRDefault="00633CC3">
      <w:pPr>
        <w:rPr>
          <w:rFonts w:ascii="Comic Sans MS" w:hAnsi="Comic Sans MS"/>
          <w:b/>
          <w:sz w:val="28"/>
          <w:szCs w:val="28"/>
          <w:u w:val="single"/>
        </w:rPr>
      </w:pPr>
    </w:p>
    <w:p w:rsidR="00633CC3" w:rsidRDefault="00633CC3">
      <w:pPr>
        <w:rPr>
          <w:rFonts w:ascii="Comic Sans MS" w:hAnsi="Comic Sans MS"/>
        </w:rPr>
      </w:pPr>
      <w:r>
        <w:rPr>
          <w:rFonts w:ascii="Comic Sans MS" w:hAnsi="Comic Sans MS"/>
          <w:b/>
          <w:sz w:val="28"/>
          <w:szCs w:val="28"/>
          <w:u w:val="single"/>
        </w:rPr>
        <w:t>Week 17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58" type="#_x0000_t202" style="position:absolute;margin-left:9pt;margin-top:6pt;width:27pt;height:45pt;z-index:251610624" stroked="f">
            <v:textbox>
              <w:txbxContent>
                <w:p w:rsidR="00633CC3" w:rsidRDefault="00633CC3">
                  <w:pPr>
                    <w:rPr>
                      <w:rFonts w:ascii="Comic Sans MS" w:hAnsi="Comic Sans MS"/>
                    </w:rPr>
                  </w:pPr>
                  <w:hyperlink r:id="rId43" w:history="1">
                    <w:r w:rsidRPr="00697961">
                      <w:rPr>
                        <w:rFonts w:ascii="Arial" w:hAnsi="Arial" w:cs="Arial"/>
                        <w:noProof/>
                        <w:color w:val="0000FF"/>
                      </w:rPr>
                      <w:pict>
                        <v:shape id="_x0000_i1094"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59" type="#_x0000_t202" style="position:absolute;margin-left:9pt;margin-top:11.95pt;width:36pt;height:36pt;z-index:251693568" stroked="f">
            <v:textbox>
              <w:txbxContent>
                <w:p w:rsidR="00633CC3" w:rsidRDefault="00633CC3" w:rsidP="009F4B08">
                  <w:hyperlink r:id="rId44" w:history="1">
                    <w:r>
                      <w:rPr>
                        <w:sz w:val="20"/>
                        <w:szCs w:val="20"/>
                      </w:rPr>
                      <w:pict>
                        <v:shape id="_x0000_i1096"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18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60" type="#_x0000_t202" style="position:absolute;margin-left:9pt;margin-top:17.6pt;width:36pt;height:45pt;z-index:251611648" stroked="f">
            <v:textbox>
              <w:txbxContent>
                <w:p w:rsidR="00633CC3" w:rsidRDefault="00633CC3">
                  <w:hyperlink r:id="rId45" w:history="1">
                    <w:r w:rsidRPr="00697961">
                      <w:rPr>
                        <w:rFonts w:ascii="Arial" w:hAnsi="Arial" w:cs="Arial"/>
                        <w:noProof/>
                        <w:color w:val="0000FF"/>
                      </w:rPr>
                      <w:pict>
                        <v:shape id="_x0000_i1098"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61" type="#_x0000_t202" style="position:absolute;margin-left:9pt;margin-top:11.95pt;width:36pt;height:36pt;z-index:251694592" stroked="f">
            <v:textbox>
              <w:txbxContent>
                <w:p w:rsidR="00633CC3" w:rsidRDefault="00633CC3" w:rsidP="009F4B08">
                  <w:hyperlink r:id="rId46" w:history="1">
                    <w:r>
                      <w:rPr>
                        <w:sz w:val="20"/>
                        <w:szCs w:val="20"/>
                      </w:rPr>
                      <w:pict>
                        <v:shape id="_x0000_i1100"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19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62" type="#_x0000_t202" style="position:absolute;margin-left:9pt;margin-top:6pt;width:27pt;height:45pt;z-index:251612672" stroked="f">
            <v:textbox>
              <w:txbxContent>
                <w:p w:rsidR="00633CC3" w:rsidRDefault="00633CC3">
                  <w:pPr>
                    <w:rPr>
                      <w:rFonts w:ascii="Comic Sans MS" w:hAnsi="Comic Sans MS"/>
                    </w:rPr>
                  </w:pPr>
                  <w:hyperlink r:id="rId47" w:history="1">
                    <w:r w:rsidRPr="00697961">
                      <w:rPr>
                        <w:rFonts w:ascii="Arial" w:hAnsi="Arial" w:cs="Arial"/>
                        <w:noProof/>
                        <w:color w:val="0000FF"/>
                      </w:rPr>
                      <w:pict>
                        <v:shape id="_x0000_i1102"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63" type="#_x0000_t202" style="position:absolute;margin-left:9pt;margin-top:11.95pt;width:36pt;height:36pt;z-index:251695616" stroked="f">
            <v:textbox>
              <w:txbxContent>
                <w:p w:rsidR="00633CC3" w:rsidRDefault="00633CC3" w:rsidP="009F4B08">
                  <w:hyperlink r:id="rId48" w:history="1">
                    <w:r>
                      <w:rPr>
                        <w:sz w:val="20"/>
                        <w:szCs w:val="20"/>
                      </w:rPr>
                      <w:pict>
                        <v:shape id="_x0000_i1104"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20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64" type="#_x0000_t202" style="position:absolute;margin-left:9pt;margin-top:17.6pt;width:36pt;height:45pt;z-index:251613696" stroked="f">
            <v:textbox>
              <w:txbxContent>
                <w:p w:rsidR="00633CC3" w:rsidRDefault="00633CC3">
                  <w:hyperlink r:id="rId49" w:history="1">
                    <w:r w:rsidRPr="00697961">
                      <w:rPr>
                        <w:rFonts w:ascii="Arial" w:hAnsi="Arial" w:cs="Arial"/>
                        <w:noProof/>
                        <w:color w:val="0000FF"/>
                      </w:rPr>
                      <w:pict>
                        <v:shape id="_x0000_i1106"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65" type="#_x0000_t202" style="position:absolute;margin-left:9pt;margin-top:11.95pt;width:36pt;height:36pt;z-index:251696640" stroked="f">
            <v:textbox>
              <w:txbxContent>
                <w:p w:rsidR="00633CC3" w:rsidRDefault="00633CC3" w:rsidP="009F4B08">
                  <w:hyperlink r:id="rId50" w:history="1">
                    <w:r>
                      <w:rPr>
                        <w:sz w:val="20"/>
                        <w:szCs w:val="20"/>
                      </w:rPr>
                      <w:pict>
                        <v:shape id="_x0000_i1108"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b/>
          <w:sz w:val="28"/>
          <w:szCs w:val="28"/>
          <w:u w:val="single"/>
        </w:rPr>
      </w:pPr>
    </w:p>
    <w:p w:rsidR="00633CC3" w:rsidRDefault="00633CC3">
      <w:pPr>
        <w:rPr>
          <w:rFonts w:ascii="Comic Sans MS" w:hAnsi="Comic Sans MS"/>
          <w:b/>
          <w:sz w:val="28"/>
          <w:szCs w:val="28"/>
          <w:u w:val="single"/>
        </w:rPr>
      </w:pPr>
    </w:p>
    <w:p w:rsidR="00633CC3" w:rsidRDefault="00633CC3">
      <w:pPr>
        <w:rPr>
          <w:rFonts w:ascii="Comic Sans MS" w:hAnsi="Comic Sans MS"/>
        </w:rPr>
      </w:pPr>
      <w:r>
        <w:rPr>
          <w:rFonts w:ascii="Comic Sans MS" w:hAnsi="Comic Sans MS"/>
          <w:b/>
          <w:sz w:val="28"/>
          <w:szCs w:val="28"/>
          <w:u w:val="single"/>
        </w:rPr>
        <w:t>Week 21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66" type="#_x0000_t202" style="position:absolute;margin-left:9pt;margin-top:6pt;width:27pt;height:45pt;z-index:251614720" stroked="f">
            <v:textbox>
              <w:txbxContent>
                <w:p w:rsidR="00633CC3" w:rsidRDefault="00633CC3">
                  <w:pPr>
                    <w:rPr>
                      <w:rFonts w:ascii="Comic Sans MS" w:hAnsi="Comic Sans MS"/>
                    </w:rPr>
                  </w:pPr>
                  <w:hyperlink r:id="rId51" w:history="1">
                    <w:r w:rsidRPr="00697961">
                      <w:rPr>
                        <w:rFonts w:ascii="Arial" w:hAnsi="Arial" w:cs="Arial"/>
                        <w:noProof/>
                        <w:color w:val="0000FF"/>
                      </w:rPr>
                      <w:pict>
                        <v:shape id="_x0000_i1110"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67" type="#_x0000_t202" style="position:absolute;margin-left:9pt;margin-top:11.95pt;width:36pt;height:36pt;z-index:251697664" stroked="f">
            <v:textbox>
              <w:txbxContent>
                <w:p w:rsidR="00633CC3" w:rsidRDefault="00633CC3" w:rsidP="009F4B08">
                  <w:hyperlink r:id="rId52" w:history="1">
                    <w:r>
                      <w:rPr>
                        <w:sz w:val="20"/>
                        <w:szCs w:val="20"/>
                      </w:rPr>
                      <w:pict>
                        <v:shape id="_x0000_i1112"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22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68" type="#_x0000_t202" style="position:absolute;margin-left:9pt;margin-top:17.6pt;width:36pt;height:45pt;z-index:251615744" stroked="f">
            <v:textbox>
              <w:txbxContent>
                <w:p w:rsidR="00633CC3" w:rsidRDefault="00633CC3">
                  <w:hyperlink r:id="rId53" w:history="1">
                    <w:r w:rsidRPr="00697961">
                      <w:rPr>
                        <w:rFonts w:ascii="Arial" w:hAnsi="Arial" w:cs="Arial"/>
                        <w:noProof/>
                        <w:color w:val="0000FF"/>
                      </w:rPr>
                      <w:pict>
                        <v:shape id="_x0000_i1114"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69" type="#_x0000_t202" style="position:absolute;margin-left:9pt;margin-top:11.95pt;width:36pt;height:36pt;z-index:251698688" stroked="f">
            <v:textbox>
              <w:txbxContent>
                <w:p w:rsidR="00633CC3" w:rsidRDefault="00633CC3" w:rsidP="009F4B08">
                  <w:hyperlink r:id="rId54" w:history="1">
                    <w:r>
                      <w:rPr>
                        <w:sz w:val="20"/>
                        <w:szCs w:val="20"/>
                      </w:rPr>
                      <w:pict>
                        <v:shape id="_x0000_i1116"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23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70" type="#_x0000_t202" style="position:absolute;margin-left:9pt;margin-top:6pt;width:27pt;height:45pt;z-index:251616768" stroked="f">
            <v:textbox>
              <w:txbxContent>
                <w:p w:rsidR="00633CC3" w:rsidRDefault="00633CC3">
                  <w:pPr>
                    <w:rPr>
                      <w:rFonts w:ascii="Comic Sans MS" w:hAnsi="Comic Sans MS"/>
                    </w:rPr>
                  </w:pPr>
                  <w:hyperlink r:id="rId55" w:history="1">
                    <w:r w:rsidRPr="00697961">
                      <w:rPr>
                        <w:rFonts w:ascii="Arial" w:hAnsi="Arial" w:cs="Arial"/>
                        <w:noProof/>
                        <w:color w:val="0000FF"/>
                      </w:rPr>
                      <w:pict>
                        <v:shape id="_x0000_i1118"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71" type="#_x0000_t202" style="position:absolute;margin-left:9pt;margin-top:11.95pt;width:36pt;height:36pt;z-index:251699712" stroked="f">
            <v:textbox>
              <w:txbxContent>
                <w:p w:rsidR="00633CC3" w:rsidRDefault="00633CC3" w:rsidP="009F4B08">
                  <w:hyperlink r:id="rId56" w:history="1">
                    <w:r>
                      <w:rPr>
                        <w:sz w:val="20"/>
                        <w:szCs w:val="20"/>
                      </w:rPr>
                      <w:pict>
                        <v:shape id="_x0000_i1120"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24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72" type="#_x0000_t202" style="position:absolute;margin-left:9pt;margin-top:17.6pt;width:36pt;height:45pt;z-index:251617792" stroked="f">
            <v:textbox>
              <w:txbxContent>
                <w:p w:rsidR="00633CC3" w:rsidRDefault="00633CC3">
                  <w:hyperlink r:id="rId57" w:history="1">
                    <w:r w:rsidRPr="00697961">
                      <w:rPr>
                        <w:rFonts w:ascii="Arial" w:hAnsi="Arial" w:cs="Arial"/>
                        <w:noProof/>
                        <w:color w:val="0000FF"/>
                      </w:rPr>
                      <w:pict>
                        <v:shape id="_x0000_i1122"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73" type="#_x0000_t202" style="position:absolute;margin-left:9pt;margin-top:11.95pt;width:36pt;height:36pt;z-index:251700736" stroked="f">
            <v:textbox>
              <w:txbxContent>
                <w:p w:rsidR="00633CC3" w:rsidRDefault="00633CC3" w:rsidP="009F4B08">
                  <w:hyperlink r:id="rId58" w:history="1">
                    <w:r>
                      <w:rPr>
                        <w:sz w:val="20"/>
                        <w:szCs w:val="20"/>
                      </w:rPr>
                      <w:pict>
                        <v:shape id="_x0000_i1124"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b/>
          <w:sz w:val="28"/>
          <w:szCs w:val="28"/>
          <w:u w:val="single"/>
        </w:rPr>
      </w:pPr>
    </w:p>
    <w:p w:rsidR="00633CC3" w:rsidRDefault="00633CC3">
      <w:pPr>
        <w:rPr>
          <w:rFonts w:ascii="Comic Sans MS" w:hAnsi="Comic Sans MS"/>
        </w:rPr>
      </w:pPr>
      <w:r>
        <w:rPr>
          <w:rFonts w:ascii="Comic Sans MS" w:hAnsi="Comic Sans MS"/>
          <w:b/>
          <w:sz w:val="28"/>
          <w:szCs w:val="28"/>
          <w:u w:val="single"/>
        </w:rPr>
        <w:t>Week 25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74" type="#_x0000_t202" style="position:absolute;margin-left:9pt;margin-top:6pt;width:27pt;height:45pt;z-index:251618816" stroked="f">
            <v:textbox>
              <w:txbxContent>
                <w:p w:rsidR="00633CC3" w:rsidRDefault="00633CC3">
                  <w:pPr>
                    <w:rPr>
                      <w:rFonts w:ascii="Comic Sans MS" w:hAnsi="Comic Sans MS"/>
                    </w:rPr>
                  </w:pPr>
                  <w:hyperlink r:id="rId59" w:history="1">
                    <w:r w:rsidRPr="00697961">
                      <w:rPr>
                        <w:rFonts w:ascii="Arial" w:hAnsi="Arial" w:cs="Arial"/>
                        <w:noProof/>
                        <w:color w:val="0000FF"/>
                      </w:rPr>
                      <w:pict>
                        <v:shape id="_x0000_i1126"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75" type="#_x0000_t202" style="position:absolute;margin-left:9pt;margin-top:11.95pt;width:36pt;height:36pt;z-index:251701760" stroked="f">
            <v:textbox>
              <w:txbxContent>
                <w:p w:rsidR="00633CC3" w:rsidRDefault="00633CC3" w:rsidP="009F4B08">
                  <w:hyperlink r:id="rId60" w:history="1">
                    <w:r>
                      <w:rPr>
                        <w:sz w:val="20"/>
                        <w:szCs w:val="20"/>
                      </w:rPr>
                      <w:pict>
                        <v:shape id="_x0000_i1128"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26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r>
        <w:rPr>
          <w:noProof/>
        </w:rPr>
        <w:pict>
          <v:shape id="_x0000_s1076" type="#_x0000_t202" style="position:absolute;margin-left:9pt;margin-top:17.6pt;width:36pt;height:45pt;z-index:251619840" stroked="f">
            <v:textbox>
              <w:txbxContent>
                <w:p w:rsidR="00633CC3" w:rsidRDefault="00633CC3">
                  <w:hyperlink r:id="rId61" w:history="1">
                    <w:r w:rsidRPr="00697961">
                      <w:rPr>
                        <w:rFonts w:ascii="Arial" w:hAnsi="Arial" w:cs="Arial"/>
                        <w:noProof/>
                        <w:color w:val="0000FF"/>
                      </w:rPr>
                      <w:pict>
                        <v:shape id="_x0000_i1130"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77" type="#_x0000_t202" style="position:absolute;margin-left:9pt;margin-top:11.95pt;width:36pt;height:36pt;z-index:251702784" stroked="f">
            <v:textbox>
              <w:txbxContent>
                <w:p w:rsidR="00633CC3" w:rsidRDefault="00633CC3" w:rsidP="009F4B08">
                  <w:hyperlink r:id="rId62" w:history="1">
                    <w:r>
                      <w:rPr>
                        <w:sz w:val="20"/>
                        <w:szCs w:val="20"/>
                      </w:rPr>
                      <w:pict>
                        <v:shape id="_x0000_i1132"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9F4B08">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78" type="#_x0000_t202" style="position:absolute;margin-left:9pt;margin-top:6pt;width:27pt;height:45pt;z-index:251620864" stroked="f">
            <v:textbox>
              <w:txbxContent>
                <w:p w:rsidR="00633CC3" w:rsidRDefault="00633CC3">
                  <w:pPr>
                    <w:rPr>
                      <w:rFonts w:ascii="Comic Sans MS" w:hAnsi="Comic Sans MS"/>
                    </w:rPr>
                  </w:pPr>
                  <w:hyperlink r:id="rId63" w:history="1">
                    <w:r w:rsidRPr="00697961">
                      <w:rPr>
                        <w:rFonts w:ascii="Arial" w:hAnsi="Arial" w:cs="Arial"/>
                        <w:noProof/>
                        <w:color w:val="0000FF"/>
                      </w:rPr>
                      <w:pict>
                        <v:shape id="_x0000_i1134"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9F4B08">
      <w:pPr>
        <w:rPr>
          <w:rFonts w:ascii="Comic Sans MS" w:hAnsi="Comic Sans MS"/>
          <w:sz w:val="28"/>
          <w:szCs w:val="28"/>
        </w:rPr>
      </w:pPr>
      <w:r>
        <w:rPr>
          <w:noProof/>
        </w:rPr>
        <w:pict>
          <v:shape id="_x0000_s1079" type="#_x0000_t202" style="position:absolute;margin-left:9pt;margin-top:11.95pt;width:36pt;height:36pt;z-index:251703808" stroked="f">
            <v:textbox>
              <w:txbxContent>
                <w:p w:rsidR="00633CC3" w:rsidRDefault="00633CC3" w:rsidP="009F4B08">
                  <w:hyperlink r:id="rId64" w:history="1">
                    <w:r>
                      <w:rPr>
                        <w:sz w:val="20"/>
                        <w:szCs w:val="20"/>
                      </w:rPr>
                      <w:pict>
                        <v:shape id="_x0000_i1136" type="#_x0000_t75" style="width:27.75pt;height:27.75pt;visibility:visible">
                          <v:imagedata r:id="rId12" o:title=""/>
                        </v:shape>
                      </w:pict>
                    </w:r>
                  </w:hyperlink>
                </w:p>
              </w:txbxContent>
            </v:textbox>
          </v:shape>
        </w:pict>
      </w:r>
    </w:p>
    <w:p w:rsidR="00633CC3" w:rsidRDefault="00633CC3" w:rsidP="009F4B08">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28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r>
        <w:rPr>
          <w:noProof/>
        </w:rPr>
        <w:pict>
          <v:shape id="_x0000_s1080" type="#_x0000_t202" style="position:absolute;margin-left:9pt;margin-top:17.6pt;width:36pt;height:45pt;z-index:251621888" stroked="f">
            <v:textbox>
              <w:txbxContent>
                <w:p w:rsidR="00633CC3" w:rsidRDefault="00633CC3">
                  <w:hyperlink r:id="rId65" w:history="1">
                    <w:r w:rsidRPr="00697961">
                      <w:rPr>
                        <w:rFonts w:ascii="Arial" w:hAnsi="Arial" w:cs="Arial"/>
                        <w:noProof/>
                        <w:color w:val="0000FF"/>
                      </w:rPr>
                      <w:pict>
                        <v:shape id="_x0000_i1138"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81" type="#_x0000_t202" style="position:absolute;margin-left:9pt;margin-top:11.95pt;width:36pt;height:36pt;z-index:251704832" stroked="f">
            <v:textbox>
              <w:txbxContent>
                <w:p w:rsidR="00633CC3" w:rsidRDefault="00633CC3" w:rsidP="004C0D1A">
                  <w:hyperlink r:id="rId66" w:history="1">
                    <w:r>
                      <w:rPr>
                        <w:sz w:val="20"/>
                        <w:szCs w:val="20"/>
                      </w:rPr>
                      <w:pict>
                        <v:shape id="_x0000_i1140"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b/>
          <w:sz w:val="28"/>
          <w:szCs w:val="28"/>
          <w:u w:val="single"/>
        </w:rPr>
      </w:pPr>
    </w:p>
    <w:p w:rsidR="00633CC3" w:rsidRDefault="00633CC3">
      <w:pPr>
        <w:rPr>
          <w:rFonts w:ascii="Comic Sans MS" w:hAnsi="Comic Sans MS"/>
        </w:rPr>
      </w:pPr>
      <w:r>
        <w:rPr>
          <w:rFonts w:ascii="Comic Sans MS" w:hAnsi="Comic Sans MS"/>
          <w:b/>
          <w:sz w:val="28"/>
          <w:szCs w:val="28"/>
          <w:u w:val="single"/>
        </w:rPr>
        <w:t>Week 29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82" type="#_x0000_t202" style="position:absolute;margin-left:9pt;margin-top:6pt;width:27pt;height:45pt;z-index:251622912" stroked="f">
            <v:textbox>
              <w:txbxContent>
                <w:p w:rsidR="00633CC3" w:rsidRDefault="00633CC3">
                  <w:pPr>
                    <w:rPr>
                      <w:rFonts w:ascii="Comic Sans MS" w:hAnsi="Comic Sans MS"/>
                    </w:rPr>
                  </w:pPr>
                  <w:hyperlink r:id="rId67" w:history="1">
                    <w:r w:rsidRPr="00697961">
                      <w:rPr>
                        <w:rFonts w:ascii="Arial" w:hAnsi="Arial" w:cs="Arial"/>
                        <w:noProof/>
                        <w:color w:val="0000FF"/>
                      </w:rPr>
                      <w:pict>
                        <v:shape id="_x0000_i1142"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83" type="#_x0000_t202" style="position:absolute;margin-left:9pt;margin-top:11.95pt;width:36pt;height:36pt;z-index:251705856" stroked="f">
            <v:textbox>
              <w:txbxContent>
                <w:p w:rsidR="00633CC3" w:rsidRDefault="00633CC3" w:rsidP="004C0D1A">
                  <w:hyperlink r:id="rId68" w:history="1">
                    <w:r>
                      <w:rPr>
                        <w:sz w:val="20"/>
                        <w:szCs w:val="20"/>
                      </w:rPr>
                      <w:pict>
                        <v:shape id="_x0000_i1144" type="#_x0000_t75" style="width:27.75pt;height:27.75pt;visibility:visible">
                          <v:imagedata r:id="rId12" o:title=""/>
                        </v:shape>
                      </w:pict>
                    </w:r>
                  </w:hyperlink>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30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r>
        <w:rPr>
          <w:noProof/>
        </w:rPr>
        <w:pict>
          <v:shape id="_x0000_s1084" type="#_x0000_t202" style="position:absolute;margin-left:9pt;margin-top:17.6pt;width:36pt;height:45pt;z-index:251623936" stroked="f">
            <v:textbox>
              <w:txbxContent>
                <w:p w:rsidR="00633CC3" w:rsidRDefault="00633CC3">
                  <w:hyperlink r:id="rId69" w:history="1">
                    <w:r w:rsidRPr="00697961">
                      <w:rPr>
                        <w:rFonts w:ascii="Arial" w:hAnsi="Arial" w:cs="Arial"/>
                        <w:noProof/>
                        <w:color w:val="0000FF"/>
                      </w:rPr>
                      <w:pict>
                        <v:shape id="_x0000_i1146"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85" type="#_x0000_t202" style="position:absolute;margin-left:9pt;margin-top:11.95pt;width:36pt;height:36pt;z-index:251706880" stroked="f">
            <v:textbox>
              <w:txbxContent>
                <w:p w:rsidR="00633CC3" w:rsidRDefault="00633CC3" w:rsidP="004C0D1A">
                  <w:hyperlink r:id="rId70" w:history="1">
                    <w:r>
                      <w:rPr>
                        <w:sz w:val="20"/>
                        <w:szCs w:val="20"/>
                      </w:rPr>
                      <w:pict>
                        <v:shape id="_x0000_i1148" type="#_x0000_t75" style="width:27.75pt;height:27.75pt;visibility:visible">
                          <v:imagedata r:id="rId12" o:title=""/>
                        </v:shape>
                      </w:pict>
                    </w:r>
                  </w:hyperlink>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31</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86" type="#_x0000_t202" style="position:absolute;margin-left:9pt;margin-top:6pt;width:27pt;height:45pt;z-index:251624960" stroked="f">
            <v:textbox>
              <w:txbxContent>
                <w:p w:rsidR="00633CC3" w:rsidRDefault="00633CC3">
                  <w:pPr>
                    <w:rPr>
                      <w:rFonts w:ascii="Comic Sans MS" w:hAnsi="Comic Sans MS"/>
                    </w:rPr>
                  </w:pPr>
                  <w:hyperlink r:id="rId71" w:history="1">
                    <w:r w:rsidRPr="00697961">
                      <w:rPr>
                        <w:rFonts w:ascii="Arial" w:hAnsi="Arial" w:cs="Arial"/>
                        <w:noProof/>
                        <w:color w:val="0000FF"/>
                      </w:rPr>
                      <w:pict>
                        <v:shape id="_x0000_i1150"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87" type="#_x0000_t202" style="position:absolute;margin-left:9pt;margin-top:11.95pt;width:36pt;height:36pt;z-index:251707904" stroked="f">
            <v:textbox>
              <w:txbxContent>
                <w:p w:rsidR="00633CC3" w:rsidRDefault="00633CC3" w:rsidP="004C0D1A">
                  <w:hyperlink r:id="rId72" w:history="1">
                    <w:r>
                      <w:rPr>
                        <w:sz w:val="20"/>
                        <w:szCs w:val="20"/>
                      </w:rPr>
                      <w:pict>
                        <v:shape id="_x0000_i1152" type="#_x0000_t75" style="width:27.75pt;height:27.75pt;visibility:visible">
                          <v:imagedata r:id="rId12" o:title=""/>
                        </v:shape>
                      </w:pict>
                    </w:r>
                  </w:hyperlink>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32</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r>
        <w:rPr>
          <w:noProof/>
        </w:rPr>
        <w:pict>
          <v:shape id="_x0000_s1088" type="#_x0000_t202" style="position:absolute;margin-left:9pt;margin-top:17.6pt;width:36pt;height:45pt;z-index:251625984" stroked="f">
            <v:textbox>
              <w:txbxContent>
                <w:p w:rsidR="00633CC3" w:rsidRDefault="00633CC3">
                  <w:hyperlink r:id="rId73" w:history="1">
                    <w:r w:rsidRPr="00697961">
                      <w:rPr>
                        <w:rFonts w:ascii="Arial" w:hAnsi="Arial" w:cs="Arial"/>
                        <w:noProof/>
                        <w:color w:val="0000FF"/>
                      </w:rPr>
                      <w:pict>
                        <v:shape id="_x0000_i1154"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89" type="#_x0000_t202" style="position:absolute;margin-left:9pt;margin-top:11.95pt;width:36pt;height:36pt;z-index:251708928" stroked="f">
            <v:textbox>
              <w:txbxContent>
                <w:p w:rsidR="00633CC3" w:rsidRDefault="00633CC3" w:rsidP="004C0D1A">
                  <w:hyperlink r:id="rId74" w:history="1">
                    <w:r>
                      <w:rPr>
                        <w:sz w:val="20"/>
                        <w:szCs w:val="20"/>
                      </w:rPr>
                      <w:pict>
                        <v:shape id="_x0000_i1156"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b/>
          <w:sz w:val="28"/>
          <w:szCs w:val="28"/>
          <w:u w:val="single"/>
        </w:rPr>
      </w:pPr>
    </w:p>
    <w:p w:rsidR="00633CC3" w:rsidRDefault="00633CC3">
      <w:pPr>
        <w:rPr>
          <w:rFonts w:ascii="Comic Sans MS" w:hAnsi="Comic Sans MS"/>
        </w:rPr>
      </w:pPr>
      <w:r>
        <w:rPr>
          <w:rFonts w:ascii="Comic Sans MS" w:hAnsi="Comic Sans MS"/>
          <w:b/>
          <w:sz w:val="28"/>
          <w:szCs w:val="28"/>
          <w:u w:val="single"/>
        </w:rPr>
        <w:t>Week 33</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90" type="#_x0000_t202" style="position:absolute;margin-left:9pt;margin-top:6pt;width:27pt;height:45pt;z-index:251627008" stroked="f">
            <v:textbox>
              <w:txbxContent>
                <w:p w:rsidR="00633CC3" w:rsidRDefault="00633CC3">
                  <w:pPr>
                    <w:rPr>
                      <w:rFonts w:ascii="Comic Sans MS" w:hAnsi="Comic Sans MS"/>
                    </w:rPr>
                  </w:pPr>
                  <w:hyperlink r:id="rId75" w:history="1">
                    <w:r w:rsidRPr="00697961">
                      <w:rPr>
                        <w:rFonts w:ascii="Arial" w:hAnsi="Arial" w:cs="Arial"/>
                        <w:noProof/>
                        <w:color w:val="0000FF"/>
                      </w:rPr>
                      <w:pict>
                        <v:shape id="_x0000_i1158"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91" type="#_x0000_t202" style="position:absolute;margin-left:9pt;margin-top:11.95pt;width:36pt;height:36pt;z-index:251709952" stroked="f">
            <v:textbox>
              <w:txbxContent>
                <w:p w:rsidR="00633CC3" w:rsidRDefault="00633CC3" w:rsidP="004C0D1A">
                  <w:hyperlink r:id="rId76" w:history="1">
                    <w:r>
                      <w:rPr>
                        <w:sz w:val="20"/>
                        <w:szCs w:val="20"/>
                      </w:rPr>
                      <w:pict>
                        <v:shape id="_x0000_i1160" type="#_x0000_t75" style="width:27.75pt;height:27.75pt;visibility:visible">
                          <v:imagedata r:id="rId12" o:title=""/>
                        </v:shape>
                      </w:pict>
                    </w:r>
                  </w:hyperlink>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34</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r>
        <w:rPr>
          <w:noProof/>
        </w:rPr>
        <w:pict>
          <v:shape id="_x0000_s1092" type="#_x0000_t202" style="position:absolute;margin-left:9pt;margin-top:17.6pt;width:36pt;height:45pt;z-index:251628032" stroked="f">
            <v:textbox>
              <w:txbxContent>
                <w:p w:rsidR="00633CC3" w:rsidRDefault="00633CC3">
                  <w:hyperlink r:id="rId77" w:history="1">
                    <w:r w:rsidRPr="00697961">
                      <w:rPr>
                        <w:rFonts w:ascii="Arial" w:hAnsi="Arial" w:cs="Arial"/>
                        <w:noProof/>
                        <w:color w:val="0000FF"/>
                      </w:rPr>
                      <w:pict>
                        <v:shape id="_x0000_i1162"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93" type="#_x0000_t202" style="position:absolute;margin-left:9pt;margin-top:11.95pt;width:36pt;height:36pt;z-index:251710976" stroked="f">
            <v:textbox>
              <w:txbxContent>
                <w:p w:rsidR="00633CC3" w:rsidRDefault="00633CC3" w:rsidP="004C0D1A">
                  <w:hyperlink r:id="rId78" w:history="1">
                    <w:r>
                      <w:rPr>
                        <w:sz w:val="20"/>
                        <w:szCs w:val="20"/>
                      </w:rPr>
                      <w:pict>
                        <v:shape id="_x0000_i1164" type="#_x0000_t75" style="width:27.75pt;height:27.75pt;visibility:visible">
                          <v:imagedata r:id="rId12" o:title=""/>
                        </v:shape>
                      </w:pict>
                    </w:r>
                  </w:hyperlink>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35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94" type="#_x0000_t202" style="position:absolute;margin-left:9pt;margin-top:6pt;width:27pt;height:45pt;z-index:251629056" stroked="f">
            <v:textbox>
              <w:txbxContent>
                <w:p w:rsidR="00633CC3" w:rsidRDefault="00633CC3">
                  <w:pPr>
                    <w:rPr>
                      <w:rFonts w:ascii="Comic Sans MS" w:hAnsi="Comic Sans MS"/>
                    </w:rPr>
                  </w:pPr>
                  <w:hyperlink r:id="rId79" w:history="1">
                    <w:r w:rsidRPr="00697961">
                      <w:rPr>
                        <w:rFonts w:ascii="Arial" w:hAnsi="Arial" w:cs="Arial"/>
                        <w:noProof/>
                        <w:color w:val="0000FF"/>
                      </w:rPr>
                      <w:pict>
                        <v:shape id="_x0000_i1166"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95" type="#_x0000_t202" style="position:absolute;margin-left:9pt;margin-top:11.95pt;width:36pt;height:36pt;z-index:251712000" stroked="f">
            <v:textbox>
              <w:txbxContent>
                <w:p w:rsidR="00633CC3" w:rsidRDefault="00633CC3" w:rsidP="004C0D1A">
                  <w:hyperlink r:id="rId80" w:history="1">
                    <w:r>
                      <w:rPr>
                        <w:sz w:val="20"/>
                        <w:szCs w:val="20"/>
                      </w:rPr>
                      <w:pict>
                        <v:shape id="_x0000_i1168" type="#_x0000_t75" style="width:27.75pt;height:27.75pt;visibility:visible">
                          <v:imagedata r:id="rId12" o:title=""/>
                        </v:shape>
                      </w:pict>
                    </w:r>
                  </w:hyperlink>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36</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r>
        <w:rPr>
          <w:noProof/>
        </w:rPr>
        <w:pict>
          <v:shape id="_x0000_s1096" type="#_x0000_t202" style="position:absolute;margin-left:9pt;margin-top:17.6pt;width:36pt;height:45pt;z-index:251630080" stroked="f">
            <v:textbox>
              <w:txbxContent>
                <w:p w:rsidR="00633CC3" w:rsidRDefault="00633CC3">
                  <w:hyperlink r:id="rId81" w:history="1">
                    <w:r w:rsidRPr="00697961">
                      <w:rPr>
                        <w:rFonts w:ascii="Arial" w:hAnsi="Arial" w:cs="Arial"/>
                        <w:noProof/>
                        <w:color w:val="0000FF"/>
                      </w:rPr>
                      <w:pict>
                        <v:shape id="_x0000_i1170"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97" type="#_x0000_t202" style="position:absolute;margin-left:9pt;margin-top:11.95pt;width:36pt;height:36pt;z-index:251713024" stroked="f">
            <v:textbox>
              <w:txbxContent>
                <w:p w:rsidR="00633CC3" w:rsidRDefault="00633CC3" w:rsidP="004C0D1A">
                  <w:hyperlink r:id="rId82" w:history="1">
                    <w:r>
                      <w:rPr>
                        <w:sz w:val="20"/>
                        <w:szCs w:val="20"/>
                      </w:rPr>
                      <w:pict>
                        <v:shape id="_x0000_i1172" type="#_x0000_t75" style="width:27.75pt;height:27.75pt;visibility:visible">
                          <v:imagedata r:id="rId12" o:title=""/>
                        </v:shape>
                      </w:pict>
                    </w:r>
                  </w:hyperlink>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p>
    <w:p w:rsidR="00633CC3" w:rsidRPr="004C0D1A"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r>
        <w:rPr>
          <w:rFonts w:ascii="Comic Sans MS" w:hAnsi="Comic Sans MS"/>
          <w:b/>
          <w:sz w:val="28"/>
          <w:szCs w:val="28"/>
          <w:u w:val="single"/>
        </w:rPr>
        <w:t>Week 37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098" type="#_x0000_t202" style="position:absolute;margin-left:9pt;margin-top:6pt;width:27pt;height:45pt;z-index:251631104" stroked="f">
            <v:textbox>
              <w:txbxContent>
                <w:p w:rsidR="00633CC3" w:rsidRDefault="00633CC3">
                  <w:pPr>
                    <w:rPr>
                      <w:rFonts w:ascii="Comic Sans MS" w:hAnsi="Comic Sans MS"/>
                    </w:rPr>
                  </w:pPr>
                  <w:hyperlink r:id="rId83" w:history="1">
                    <w:r w:rsidRPr="00697961">
                      <w:rPr>
                        <w:rFonts w:ascii="Arial" w:hAnsi="Arial" w:cs="Arial"/>
                        <w:noProof/>
                        <w:color w:val="0000FF"/>
                      </w:rPr>
                      <w:pict>
                        <v:shape id="_x0000_i1174"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099" type="#_x0000_t202" style="position:absolute;margin-left:9pt;margin-top:11.95pt;width:36pt;height:36pt;z-index:251714048" stroked="f">
            <v:textbox>
              <w:txbxContent>
                <w:p w:rsidR="00633CC3" w:rsidRDefault="00633CC3" w:rsidP="004C0D1A">
                  <w:hyperlink r:id="rId84" w:history="1">
                    <w:r>
                      <w:rPr>
                        <w:sz w:val="20"/>
                        <w:szCs w:val="20"/>
                      </w:rPr>
                      <w:pict>
                        <v:shape id="_x0000_i1176" type="#_x0000_t75" style="width:27.75pt;height:27.75pt;visibility:visible">
                          <v:imagedata r:id="rId12" o:title=""/>
                        </v:shape>
                      </w:pict>
                    </w:r>
                  </w:hyperlink>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38</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r>
        <w:rPr>
          <w:noProof/>
        </w:rPr>
        <w:pict>
          <v:shape id="_x0000_s1100" type="#_x0000_t202" style="position:absolute;margin-left:9pt;margin-top:17.6pt;width:36pt;height:45pt;z-index:251632128" stroked="f">
            <v:textbox>
              <w:txbxContent>
                <w:p w:rsidR="00633CC3" w:rsidRDefault="00633CC3">
                  <w:hyperlink r:id="rId85" w:history="1">
                    <w:r w:rsidRPr="00697961">
                      <w:rPr>
                        <w:rFonts w:ascii="Arial" w:hAnsi="Arial" w:cs="Arial"/>
                        <w:noProof/>
                        <w:color w:val="0000FF"/>
                      </w:rPr>
                      <w:pict>
                        <v:shape id="_x0000_i1178"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101" type="#_x0000_t202" style="position:absolute;margin-left:9pt;margin-top:11.95pt;width:36pt;height:36pt;z-index:251715072" stroked="f">
            <v:textbox>
              <w:txbxContent>
                <w:p w:rsidR="00633CC3" w:rsidRDefault="00633CC3" w:rsidP="004C0D1A">
                  <w:hyperlink r:id="rId86" w:history="1">
                    <w:r>
                      <w:rPr>
                        <w:sz w:val="20"/>
                        <w:szCs w:val="20"/>
                      </w:rPr>
                      <w:pict>
                        <v:shape id="_x0000_i1180"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39</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p>
    <w:p w:rsidR="00633CC3" w:rsidRDefault="00633CC3">
      <w:pPr>
        <w:rPr>
          <w:rFonts w:ascii="Comic Sans MS" w:hAnsi="Comic Sans MS"/>
          <w:sz w:val="28"/>
          <w:szCs w:val="28"/>
        </w:rPr>
      </w:pPr>
      <w:r>
        <w:rPr>
          <w:noProof/>
        </w:rPr>
        <w:pict>
          <v:shape id="_x0000_s1102" type="#_x0000_t202" style="position:absolute;margin-left:9pt;margin-top:6pt;width:27pt;height:45pt;z-index:251633152" stroked="f">
            <v:textbox>
              <w:txbxContent>
                <w:p w:rsidR="00633CC3" w:rsidRDefault="00633CC3">
                  <w:pPr>
                    <w:rPr>
                      <w:rFonts w:ascii="Comic Sans MS" w:hAnsi="Comic Sans MS"/>
                    </w:rPr>
                  </w:pPr>
                  <w:hyperlink r:id="rId87" w:history="1">
                    <w:r w:rsidRPr="00697961">
                      <w:rPr>
                        <w:rFonts w:ascii="Arial" w:hAnsi="Arial" w:cs="Arial"/>
                        <w:noProof/>
                        <w:color w:val="0000FF"/>
                      </w:rPr>
                      <w:pict>
                        <v:shape id="_x0000_i1182" type="#_x0000_t75" style="width:28.5pt;height:40.5pt;visibility:visible">
                          <v:imagedata r:id="rId10" o:title=""/>
                        </v:shape>
                      </w:pict>
                    </w:r>
                  </w:hyperlink>
                </w:p>
                <w:p w:rsidR="00633CC3" w:rsidRDefault="00633CC3">
                  <w:pPr>
                    <w:rPr>
                      <w:rFonts w:ascii="Comic Sans MS" w:hAnsi="Comic Sans MS"/>
                    </w:rPr>
                  </w:pPr>
                </w:p>
                <w:p w:rsidR="00633CC3" w:rsidRDefault="00633CC3">
                  <w:pPr>
                    <w:ind w:firstLine="720"/>
                    <w:rPr>
                      <w:rFonts w:ascii="Comic Sans MS" w:hAnsi="Comic Sans MS"/>
                    </w:rPr>
                  </w:pPr>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103" type="#_x0000_t202" style="position:absolute;margin-left:9pt;margin-top:11.95pt;width:36pt;height:36pt;z-index:251716096" stroked="f">
            <v:textbox>
              <w:txbxContent>
                <w:p w:rsidR="00633CC3" w:rsidRDefault="00633CC3" w:rsidP="004C0D1A">
                  <w:hyperlink r:id="rId88" w:history="1">
                    <w:r>
                      <w:rPr>
                        <w:sz w:val="20"/>
                        <w:szCs w:val="20"/>
                      </w:rPr>
                      <w:pict>
                        <v:shape id="_x0000_i1184" type="#_x0000_t75" style="width:27.75pt;height:27.75pt;visibility:visible">
                          <v:imagedata r:id="rId12" o:title=""/>
                        </v:shape>
                      </w:pict>
                    </w:r>
                  </w:hyperlink>
                </w:p>
              </w:txbxContent>
            </v:textbox>
          </v:shape>
        </w:pict>
      </w: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sz w:val="28"/>
          <w:szCs w:val="28"/>
        </w:rPr>
      </w:pPr>
    </w:p>
    <w:p w:rsidR="00633CC3" w:rsidRDefault="00633CC3">
      <w:pPr>
        <w:rPr>
          <w:rFonts w:ascii="Comic Sans MS" w:hAnsi="Comic Sans MS"/>
        </w:rPr>
      </w:pPr>
      <w:r>
        <w:rPr>
          <w:rFonts w:ascii="Comic Sans MS" w:hAnsi="Comic Sans MS"/>
        </w:rPr>
        <w:t>Parent’s Signature: __________________________</w:t>
      </w:r>
    </w:p>
    <w:p w:rsidR="00633CC3" w:rsidRDefault="00633CC3">
      <w:pPr>
        <w:rPr>
          <w:rFonts w:ascii="Comic Sans MS" w:hAnsi="Comic Sans MS"/>
        </w:rPr>
      </w:pPr>
    </w:p>
    <w:p w:rsidR="00633CC3" w:rsidRDefault="00633CC3">
      <w:pPr>
        <w:rPr>
          <w:rFonts w:ascii="Comic Sans MS" w:hAnsi="Comic Sans MS"/>
        </w:rPr>
      </w:pPr>
      <w:r>
        <w:rPr>
          <w:rFonts w:ascii="Comic Sans MS" w:hAnsi="Comic Sans MS"/>
          <w:b/>
          <w:sz w:val="28"/>
          <w:szCs w:val="28"/>
          <w:u w:val="single"/>
        </w:rPr>
        <w:t>Week 40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4C0D1A">
        <w:rPr>
          <w:rFonts w:ascii="Comic Sans MS" w:hAnsi="Comic Sans MS"/>
          <w:b/>
        </w:rPr>
        <w:t>Date Due: __________________</w:t>
      </w:r>
    </w:p>
    <w:p w:rsidR="00633CC3" w:rsidRDefault="00633CC3">
      <w:pPr>
        <w:rPr>
          <w:rFonts w:ascii="Comic Sans MS" w:hAnsi="Comic Sans MS"/>
          <w:sz w:val="28"/>
          <w:szCs w:val="28"/>
        </w:rPr>
      </w:pPr>
      <w:r>
        <w:rPr>
          <w:noProof/>
        </w:rPr>
        <w:pict>
          <v:shape id="_x0000_s1104" type="#_x0000_t202" style="position:absolute;margin-left:9pt;margin-top:17.6pt;width:36pt;height:45pt;z-index:251634176" stroked="f">
            <v:textbox>
              <w:txbxContent>
                <w:p w:rsidR="00633CC3" w:rsidRDefault="00633CC3">
                  <w:hyperlink r:id="rId89" w:history="1">
                    <w:r w:rsidRPr="00697961">
                      <w:rPr>
                        <w:rFonts w:ascii="Arial" w:hAnsi="Arial" w:cs="Arial"/>
                        <w:noProof/>
                        <w:color w:val="0000FF"/>
                      </w:rPr>
                      <w:pict>
                        <v:shape id="_x0000_i1186" type="#_x0000_t75" style="width:27.75pt;height:39.75pt;visibility:visible">
                          <v:imagedata r:id="rId10" o:title=""/>
                        </v:shape>
                      </w:pict>
                    </w:r>
                  </w:hyperlink>
                </w:p>
              </w:txbxContent>
            </v:textbox>
          </v:shape>
        </w:pict>
      </w:r>
    </w:p>
    <w:p w:rsidR="00633CC3" w:rsidRDefault="00633CC3">
      <w:pPr>
        <w:rPr>
          <w:rFonts w:ascii="Comic Sans MS" w:hAnsi="Comic Sans MS"/>
          <w:sz w:val="28"/>
          <w:szCs w:val="28"/>
        </w:rPr>
      </w:pPr>
    </w:p>
    <w:p w:rsidR="00633CC3" w:rsidRDefault="00633CC3" w:rsidP="004C0D1A">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Written task:</w:t>
      </w:r>
    </w:p>
    <w:p w:rsidR="00633CC3" w:rsidRDefault="00633CC3" w:rsidP="004C0D1A">
      <w:pPr>
        <w:rPr>
          <w:rFonts w:ascii="Comic Sans MS" w:hAnsi="Comic Sans MS"/>
          <w:sz w:val="28"/>
          <w:szCs w:val="28"/>
        </w:rPr>
      </w:pPr>
      <w:r>
        <w:rPr>
          <w:noProof/>
        </w:rPr>
        <w:pict>
          <v:shape id="_x0000_s1105" type="#_x0000_t202" style="position:absolute;margin-left:9pt;margin-top:11.95pt;width:36pt;height:36pt;z-index:251717120" stroked="f">
            <v:textbox>
              <w:txbxContent>
                <w:p w:rsidR="00633CC3" w:rsidRDefault="00633CC3" w:rsidP="004C0D1A">
                  <w:hyperlink r:id="rId90" w:history="1">
                    <w:r>
                      <w:rPr>
                        <w:sz w:val="20"/>
                        <w:szCs w:val="20"/>
                      </w:rPr>
                      <w:pict>
                        <v:shape id="_x0000_i1188" type="#_x0000_t75" style="width:27.75pt;height:27.75pt;visibility:visible">
                          <v:imagedata r:id="rId12" o:title=""/>
                        </v:shape>
                      </w:pict>
                    </w:r>
                  </w:hyperlink>
                </w:p>
              </w:txbxContent>
            </v:textbox>
          </v:shape>
        </w:pict>
      </w:r>
    </w:p>
    <w:p w:rsidR="00633CC3" w:rsidRDefault="00633CC3">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rPr>
        <w:t>Reading Task</w:t>
      </w:r>
    </w:p>
    <w:p w:rsidR="00633CC3" w:rsidRDefault="00633CC3">
      <w:pPr>
        <w:rPr>
          <w:rFonts w:ascii="Comic Sans MS" w:hAnsi="Comic Sans MS"/>
          <w:sz w:val="28"/>
          <w:szCs w:val="28"/>
        </w:rPr>
      </w:pPr>
    </w:p>
    <w:p w:rsidR="00633CC3" w:rsidRDefault="00633CC3">
      <w:pPr>
        <w:rPr>
          <w:rFonts w:ascii="Comic Sans MS" w:hAnsi="Comic Sans MS"/>
        </w:rPr>
      </w:pPr>
    </w:p>
    <w:p w:rsidR="00633CC3" w:rsidRPr="004C0D1A" w:rsidRDefault="00633CC3">
      <w:pPr>
        <w:rPr>
          <w:rFonts w:ascii="Comic Sans MS" w:hAnsi="Comic Sans MS"/>
        </w:rPr>
      </w:pPr>
      <w:r>
        <w:rPr>
          <w:rFonts w:ascii="Comic Sans MS" w:hAnsi="Comic Sans MS"/>
        </w:rPr>
        <w:t>Parent’s Signature: __________________________</w:t>
      </w:r>
    </w:p>
    <w:p w:rsidR="00633CC3" w:rsidRDefault="00633CC3">
      <w:pPr>
        <w:rPr>
          <w:sz w:val="36"/>
          <w:szCs w:val="36"/>
        </w:rPr>
      </w:pPr>
      <w:r>
        <w:rPr>
          <w:b/>
          <w:sz w:val="36"/>
          <w:szCs w:val="36"/>
          <w:u w:val="single"/>
        </w:rPr>
        <w:t xml:space="preserve">CONNECT  FOUR </w:t>
      </w:r>
      <w:r>
        <w:rPr>
          <w:sz w:val="36"/>
          <w:szCs w:val="36"/>
        </w:rPr>
        <w:tab/>
      </w:r>
      <w:r>
        <w:rPr>
          <w:sz w:val="36"/>
          <w:szCs w:val="36"/>
        </w:rPr>
        <w:tab/>
      </w:r>
      <w:r>
        <w:rPr>
          <w:sz w:val="36"/>
          <w:szCs w:val="36"/>
        </w:rPr>
        <w:tab/>
        <w:t>Yellow</w:t>
      </w:r>
      <w:r>
        <w:rPr>
          <w:sz w:val="36"/>
          <w:szCs w:val="36"/>
        </w:rPr>
        <w:tab/>
      </w:r>
      <w:r>
        <w:rPr>
          <w:sz w:val="36"/>
          <w:szCs w:val="36"/>
        </w:rPr>
        <w:tab/>
        <w:t>4.0-4.9</w:t>
      </w:r>
    </w:p>
    <w:p w:rsidR="00633CC3" w:rsidRDefault="00633CC3">
      <w:pPr>
        <w:rPr>
          <w:b/>
          <w:sz w:val="36"/>
          <w:szCs w:val="36"/>
          <w:u w:val="single"/>
        </w:rPr>
      </w:pPr>
    </w:p>
    <w:p w:rsidR="00633CC3" w:rsidRDefault="00633CC3">
      <w:pPr>
        <w:jc w:val="right"/>
        <w:rPr>
          <w:b/>
          <w:sz w:val="36"/>
          <w:szCs w:val="36"/>
          <w:u w:val="single"/>
        </w:rPr>
      </w:pPr>
      <w:r>
        <w:rPr>
          <w:b/>
          <w:sz w:val="36"/>
          <w:szCs w:val="36"/>
          <w:u w:val="single"/>
        </w:rPr>
        <w:t>Term 1: August to Christmas</w:t>
      </w:r>
    </w:p>
    <w:p w:rsidR="00633CC3" w:rsidRDefault="00633CC3">
      <w:pPr>
        <w:rPr>
          <w:b/>
          <w:sz w:val="36"/>
          <w:szCs w:val="36"/>
          <w:u w:val="single"/>
        </w:rPr>
      </w:pPr>
    </w:p>
    <w:p w:rsidR="00633CC3" w:rsidRDefault="00633CC3">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633CC3" w:rsidRDefault="00633CC3">
      <w:pPr>
        <w:jc w:val="both"/>
        <w:rPr>
          <w:sz w:val="28"/>
          <w:szCs w:val="28"/>
        </w:rPr>
      </w:pPr>
    </w:p>
    <w:p w:rsidR="00633CC3" w:rsidRDefault="00633CC3">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633CC3" w:rsidRDefault="00633CC3">
      <w:pPr>
        <w:jc w:val="both"/>
        <w:rPr>
          <w:sz w:val="28"/>
          <w:szCs w:val="28"/>
        </w:rPr>
      </w:pPr>
    </w:p>
    <w:p w:rsidR="00633CC3" w:rsidRDefault="00633CC3">
      <w:pPr>
        <w:jc w:val="both"/>
        <w:rPr>
          <w:sz w:val="28"/>
          <w:szCs w:val="28"/>
        </w:rPr>
      </w:pPr>
      <w:r>
        <w:rPr>
          <w:sz w:val="28"/>
          <w:szCs w:val="28"/>
        </w:rPr>
        <w:t>ENJOY!</w:t>
      </w: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r>
        <w:rPr>
          <w:noProof/>
        </w:rPr>
        <w:pict>
          <v:oval id="_x0000_s1106" style="position:absolute;left:0;text-align:left;margin-left:-9pt;margin-top:4.9pt;width:108pt;height:1in;z-index:251640320">
            <v:textbox>
              <w:txbxContent>
                <w:p w:rsidR="00633CC3" w:rsidRDefault="00633CC3">
                  <w:pPr>
                    <w:jc w:val="center"/>
                    <w:rPr>
                      <w:sz w:val="20"/>
                      <w:szCs w:val="20"/>
                    </w:rPr>
                  </w:pPr>
                  <w:r>
                    <w:rPr>
                      <w:sz w:val="20"/>
                      <w:szCs w:val="20"/>
                    </w:rPr>
                    <w:t>Crazy Collector</w:t>
                  </w:r>
                </w:p>
                <w:p w:rsidR="00633CC3" w:rsidRDefault="00633CC3">
                  <w:pPr>
                    <w:jc w:val="center"/>
                    <w:rPr>
                      <w:sz w:val="20"/>
                      <w:szCs w:val="20"/>
                    </w:rPr>
                  </w:pPr>
                </w:p>
                <w:p w:rsidR="00633CC3" w:rsidRDefault="00633CC3">
                  <w:pPr>
                    <w:jc w:val="center"/>
                    <w:rPr>
                      <w:sz w:val="20"/>
                      <w:szCs w:val="20"/>
                    </w:rPr>
                  </w:pPr>
                  <w:r>
                    <w:rPr>
                      <w:sz w:val="20"/>
                      <w:szCs w:val="20"/>
                    </w:rPr>
                    <w:t>Diana Hendry</w:t>
                  </w:r>
                </w:p>
              </w:txbxContent>
            </v:textbox>
          </v:oval>
        </w:pict>
      </w:r>
      <w:r>
        <w:rPr>
          <w:noProof/>
        </w:rPr>
        <w:pict>
          <v:oval id="_x0000_s1107" style="position:absolute;left:0;text-align:left;margin-left:342pt;margin-top:4.9pt;width:108pt;height:62.45pt;z-index:251643392">
            <v:textbox>
              <w:txbxContent>
                <w:p w:rsidR="00633CC3" w:rsidRDefault="00633CC3">
                  <w:pPr>
                    <w:ind w:left="-180" w:right="-300"/>
                    <w:jc w:val="center"/>
                    <w:rPr>
                      <w:sz w:val="20"/>
                      <w:szCs w:val="20"/>
                    </w:rPr>
                  </w:pPr>
                  <w:r>
                    <w:rPr>
                      <w:sz w:val="20"/>
                      <w:szCs w:val="20"/>
                    </w:rPr>
                    <w:t>Groosham Grange</w:t>
                  </w:r>
                </w:p>
                <w:p w:rsidR="00633CC3" w:rsidRDefault="00633CC3">
                  <w:pPr>
                    <w:jc w:val="center"/>
                    <w:rPr>
                      <w:szCs w:val="20"/>
                    </w:rPr>
                  </w:pPr>
                  <w:r>
                    <w:rPr>
                      <w:sz w:val="20"/>
                      <w:szCs w:val="20"/>
                    </w:rPr>
                    <w:t>Anthony Horowitz</w:t>
                  </w:r>
                </w:p>
              </w:txbxContent>
            </v:textbox>
          </v:oval>
        </w:pict>
      </w:r>
      <w:r>
        <w:rPr>
          <w:noProof/>
        </w:rPr>
        <w:pict>
          <v:oval id="_x0000_s1108" style="position:absolute;left:0;text-align:left;margin-left:108pt;margin-top:4.9pt;width:108pt;height:63pt;z-index:251641344">
            <v:textbox>
              <w:txbxContent>
                <w:p w:rsidR="00633CC3" w:rsidRDefault="00633CC3">
                  <w:pPr>
                    <w:jc w:val="center"/>
                    <w:rPr>
                      <w:sz w:val="20"/>
                      <w:szCs w:val="20"/>
                    </w:rPr>
                  </w:pPr>
                  <w:r>
                    <w:rPr>
                      <w:sz w:val="20"/>
                      <w:szCs w:val="20"/>
                    </w:rPr>
                    <w:t>Roxy’s Baby</w:t>
                  </w:r>
                </w:p>
                <w:p w:rsidR="00633CC3" w:rsidRDefault="00633CC3">
                  <w:pPr>
                    <w:jc w:val="center"/>
                    <w:rPr>
                      <w:sz w:val="20"/>
                      <w:szCs w:val="20"/>
                    </w:rPr>
                  </w:pPr>
                  <w:r>
                    <w:rPr>
                      <w:sz w:val="20"/>
                      <w:szCs w:val="20"/>
                    </w:rPr>
                    <w:t>Catherine MacPhail</w:t>
                  </w:r>
                  <w:r>
                    <w:rPr>
                      <w:sz w:val="20"/>
                      <w:szCs w:val="20"/>
                    </w:rPr>
                    <w:tab/>
                  </w:r>
                </w:p>
              </w:txbxContent>
            </v:textbox>
          </v:oval>
        </w:pict>
      </w:r>
      <w:r>
        <w:rPr>
          <w:noProof/>
        </w:rPr>
        <w:pict>
          <v:oval id="_x0000_s1109" style="position:absolute;left:0;text-align:left;margin-left:225pt;margin-top:4.9pt;width:108pt;height:62.45pt;z-index:251642368">
            <v:textbox>
              <w:txbxContent>
                <w:p w:rsidR="00633CC3" w:rsidRDefault="00633CC3">
                  <w:pPr>
                    <w:jc w:val="center"/>
                  </w:pPr>
                  <w:r>
                    <w:t>Curses</w:t>
                  </w:r>
                </w:p>
                <w:p w:rsidR="00633CC3" w:rsidRDefault="00633CC3">
                  <w:pPr>
                    <w:jc w:val="center"/>
                    <w:rPr>
                      <w:sz w:val="16"/>
                      <w:szCs w:val="16"/>
                    </w:rPr>
                  </w:pPr>
                </w:p>
                <w:p w:rsidR="00633CC3" w:rsidRDefault="00633CC3">
                  <w:pPr>
                    <w:jc w:val="center"/>
                    <w:rPr>
                      <w:sz w:val="18"/>
                      <w:szCs w:val="18"/>
                    </w:rPr>
                  </w:pPr>
                  <w:r>
                    <w:rPr>
                      <w:sz w:val="18"/>
                      <w:szCs w:val="18"/>
                    </w:rPr>
                    <w:t>Nicola Morgan</w:t>
                  </w:r>
                </w:p>
                <w:p w:rsidR="00633CC3" w:rsidRDefault="00633CC3">
                  <w:pPr>
                    <w:jc w:val="center"/>
                    <w:rPr>
                      <w:sz w:val="20"/>
                      <w:szCs w:val="20"/>
                    </w:rPr>
                  </w:pPr>
                </w:p>
              </w:txbxContent>
            </v:textbox>
          </v:oval>
        </w:pict>
      </w:r>
    </w:p>
    <w:p w:rsidR="00633CC3" w:rsidRDefault="00633CC3">
      <w:pPr>
        <w:jc w:val="both"/>
        <w:rPr>
          <w:sz w:val="28"/>
          <w:szCs w:val="28"/>
        </w:rPr>
      </w:pPr>
      <w:r>
        <w:rPr>
          <w:sz w:val="28"/>
          <w:szCs w:val="28"/>
        </w:rPr>
        <w:tab/>
      </w:r>
      <w:r>
        <w:rPr>
          <w:sz w:val="28"/>
          <w:szCs w:val="28"/>
        </w:rPr>
        <w:tab/>
      </w:r>
      <w:r>
        <w:rPr>
          <w:sz w:val="28"/>
          <w:szCs w:val="28"/>
        </w:rPr>
        <w:tab/>
      </w:r>
      <w:r>
        <w:rPr>
          <w:sz w:val="28"/>
          <w:szCs w:val="28"/>
        </w:rPr>
        <w:tab/>
      </w: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r>
        <w:rPr>
          <w:noProof/>
        </w:rPr>
        <w:pict>
          <v:oval id="_x0000_s1110" style="position:absolute;left:0;text-align:left;margin-left:234pt;margin-top:12.55pt;width:99pt;height:73.8pt;z-index:251646464">
            <v:textbox>
              <w:txbxContent>
                <w:p w:rsidR="00633CC3" w:rsidRDefault="00633CC3">
                  <w:pPr>
                    <w:ind w:right="-300" w:hanging="180"/>
                    <w:jc w:val="center"/>
                  </w:pPr>
                  <w:r>
                    <w:t>Angel Dancer</w:t>
                  </w:r>
                </w:p>
                <w:p w:rsidR="00633CC3" w:rsidRDefault="00633CC3">
                  <w:pPr>
                    <w:jc w:val="center"/>
                    <w:rPr>
                      <w:sz w:val="16"/>
                      <w:szCs w:val="16"/>
                    </w:rPr>
                  </w:pPr>
                </w:p>
                <w:p w:rsidR="00633CC3" w:rsidRDefault="00633CC3">
                  <w:pPr>
                    <w:jc w:val="center"/>
                    <w:rPr>
                      <w:sz w:val="18"/>
                      <w:szCs w:val="18"/>
                    </w:rPr>
                  </w:pPr>
                  <w:r>
                    <w:rPr>
                      <w:sz w:val="18"/>
                      <w:szCs w:val="18"/>
                    </w:rPr>
                    <w:t>Frances Mary Hendry</w:t>
                  </w:r>
                </w:p>
              </w:txbxContent>
            </v:textbox>
          </v:oval>
        </w:pict>
      </w:r>
    </w:p>
    <w:p w:rsidR="00633CC3" w:rsidRDefault="00633CC3">
      <w:pPr>
        <w:jc w:val="both"/>
        <w:rPr>
          <w:sz w:val="28"/>
          <w:szCs w:val="28"/>
        </w:rPr>
      </w:pPr>
      <w:r>
        <w:rPr>
          <w:noProof/>
        </w:rPr>
        <w:pict>
          <v:oval id="_x0000_s1111" style="position:absolute;left:0;text-align:left;margin-left:-9pt;margin-top:5.45pt;width:108pt;height:65.5pt;z-index:251644416">
            <v:textbox>
              <w:txbxContent>
                <w:p w:rsidR="00633CC3" w:rsidRDefault="00633CC3">
                  <w:pPr>
                    <w:jc w:val="center"/>
                    <w:rPr>
                      <w:sz w:val="22"/>
                      <w:szCs w:val="22"/>
                    </w:rPr>
                  </w:pPr>
                  <w:r>
                    <w:rPr>
                      <w:sz w:val="22"/>
                      <w:szCs w:val="22"/>
                    </w:rPr>
                    <w:t>One-Nil</w:t>
                  </w:r>
                </w:p>
                <w:p w:rsidR="00633CC3" w:rsidRDefault="00633CC3">
                  <w:pPr>
                    <w:jc w:val="center"/>
                    <w:rPr>
                      <w:sz w:val="20"/>
                      <w:szCs w:val="20"/>
                    </w:rPr>
                  </w:pPr>
                </w:p>
                <w:p w:rsidR="00633CC3" w:rsidRDefault="00633CC3">
                  <w:pPr>
                    <w:jc w:val="center"/>
                    <w:rPr>
                      <w:sz w:val="20"/>
                      <w:szCs w:val="20"/>
                    </w:rPr>
                  </w:pPr>
                  <w:r>
                    <w:rPr>
                      <w:sz w:val="20"/>
                      <w:szCs w:val="20"/>
                    </w:rPr>
                    <w:t>Tony Bradman</w:t>
                  </w:r>
                </w:p>
              </w:txbxContent>
            </v:textbox>
          </v:oval>
        </w:pict>
      </w:r>
      <w:r>
        <w:rPr>
          <w:noProof/>
        </w:rPr>
        <w:pict>
          <v:oval id="_x0000_s1112" style="position:absolute;left:0;text-align:left;margin-left:108pt;margin-top:5.45pt;width:108pt;height:64.9pt;z-index:251645440">
            <v:textbox>
              <w:txbxContent>
                <w:p w:rsidR="00633CC3" w:rsidRDefault="00633CC3">
                  <w:pPr>
                    <w:ind w:right="-300" w:hanging="180"/>
                    <w:jc w:val="center"/>
                    <w:rPr>
                      <w:sz w:val="18"/>
                      <w:szCs w:val="18"/>
                    </w:rPr>
                  </w:pPr>
                  <w:r>
                    <w:rPr>
                      <w:sz w:val="18"/>
                      <w:szCs w:val="18"/>
                    </w:rPr>
                    <w:t>George’s Marvellous Medicine</w:t>
                  </w:r>
                </w:p>
                <w:p w:rsidR="00633CC3" w:rsidRDefault="00633CC3">
                  <w:pPr>
                    <w:jc w:val="center"/>
                    <w:rPr>
                      <w:sz w:val="18"/>
                      <w:szCs w:val="18"/>
                    </w:rPr>
                  </w:pPr>
                </w:p>
                <w:p w:rsidR="00633CC3" w:rsidRDefault="00633CC3">
                  <w:pPr>
                    <w:jc w:val="center"/>
                    <w:rPr>
                      <w:sz w:val="18"/>
                      <w:szCs w:val="18"/>
                    </w:rPr>
                  </w:pPr>
                  <w:r>
                    <w:rPr>
                      <w:sz w:val="18"/>
                      <w:szCs w:val="18"/>
                    </w:rPr>
                    <w:t>Roald Dahl</w:t>
                  </w:r>
                </w:p>
                <w:p w:rsidR="00633CC3" w:rsidRDefault="00633CC3">
                  <w:pPr>
                    <w:jc w:val="center"/>
                    <w:rPr>
                      <w:sz w:val="16"/>
                      <w:szCs w:val="16"/>
                    </w:rPr>
                  </w:pPr>
                </w:p>
              </w:txbxContent>
            </v:textbox>
          </v:oval>
        </w:pict>
      </w:r>
      <w:r>
        <w:rPr>
          <w:noProof/>
        </w:rPr>
        <w:pict>
          <v:oval id="_x0000_s1113" style="position:absolute;left:0;text-align:left;margin-left:342pt;margin-top:2.95pt;width:108pt;height:65.5pt;z-index:251647488">
            <v:textbox>
              <w:txbxContent>
                <w:p w:rsidR="00633CC3" w:rsidRDefault="00633CC3">
                  <w:pPr>
                    <w:jc w:val="center"/>
                  </w:pPr>
                  <w:r>
                    <w:t xml:space="preserve">Megan </w:t>
                  </w:r>
                </w:p>
                <w:p w:rsidR="00633CC3" w:rsidRDefault="00633CC3">
                  <w:pPr>
                    <w:jc w:val="center"/>
                    <w:rPr>
                      <w:sz w:val="20"/>
                      <w:szCs w:val="20"/>
                    </w:rPr>
                  </w:pPr>
                </w:p>
                <w:p w:rsidR="00633CC3" w:rsidRDefault="00633CC3">
                  <w:pPr>
                    <w:jc w:val="center"/>
                    <w:rPr>
                      <w:sz w:val="20"/>
                      <w:szCs w:val="20"/>
                    </w:rPr>
                  </w:pPr>
                  <w:r>
                    <w:rPr>
                      <w:sz w:val="20"/>
                      <w:szCs w:val="20"/>
                    </w:rPr>
                    <w:t>Mary Hooper</w:t>
                  </w:r>
                </w:p>
              </w:txbxContent>
            </v:textbox>
          </v:oval>
        </w:pict>
      </w: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r>
        <w:rPr>
          <w:noProof/>
        </w:rPr>
        <w:pict>
          <v:oval id="_x0000_s1114" style="position:absolute;left:0;text-align:left;margin-left:342pt;margin-top:10.55pt;width:108pt;height:55.9pt;z-index:251651584">
            <v:textbox>
              <w:txbxContent>
                <w:p w:rsidR="00633CC3" w:rsidRDefault="00633CC3">
                  <w:pPr>
                    <w:jc w:val="center"/>
                    <w:rPr>
                      <w:sz w:val="18"/>
                      <w:szCs w:val="18"/>
                    </w:rPr>
                  </w:pPr>
                  <w:r>
                    <w:rPr>
                      <w:sz w:val="18"/>
                      <w:szCs w:val="18"/>
                    </w:rPr>
                    <w:t>To be a Millionaire</w:t>
                  </w:r>
                </w:p>
                <w:p w:rsidR="00633CC3" w:rsidRDefault="00633CC3">
                  <w:pPr>
                    <w:jc w:val="center"/>
                    <w:rPr>
                      <w:sz w:val="28"/>
                      <w:szCs w:val="28"/>
                    </w:rPr>
                  </w:pPr>
                  <w:r>
                    <w:rPr>
                      <w:sz w:val="18"/>
                      <w:szCs w:val="18"/>
                    </w:rPr>
                    <w:t>Yvonne Coppard</w:t>
                  </w:r>
                </w:p>
                <w:p w:rsidR="00633CC3" w:rsidRDefault="00633CC3">
                  <w:pPr>
                    <w:jc w:val="center"/>
                    <w:rPr>
                      <w:sz w:val="20"/>
                      <w:szCs w:val="20"/>
                    </w:rPr>
                  </w:pPr>
                </w:p>
              </w:txbxContent>
            </v:textbox>
          </v:oval>
        </w:pict>
      </w:r>
      <w:r>
        <w:rPr>
          <w:noProof/>
        </w:rPr>
        <w:pict>
          <v:oval id="_x0000_s1115" style="position:absolute;left:0;text-align:left;margin-left:225pt;margin-top:10.55pt;width:108pt;height:64.9pt;z-index:251650560">
            <v:textbox>
              <w:txbxContent>
                <w:p w:rsidR="00633CC3" w:rsidRDefault="00633CC3">
                  <w:pPr>
                    <w:jc w:val="center"/>
                    <w:rPr>
                      <w:sz w:val="18"/>
                      <w:szCs w:val="18"/>
                    </w:rPr>
                  </w:pPr>
                  <w:r>
                    <w:rPr>
                      <w:sz w:val="18"/>
                      <w:szCs w:val="18"/>
                    </w:rPr>
                    <w:t>The Great Brain Robbery</w:t>
                  </w:r>
                </w:p>
                <w:p w:rsidR="00633CC3" w:rsidRDefault="00633CC3">
                  <w:pPr>
                    <w:jc w:val="center"/>
                    <w:rPr>
                      <w:sz w:val="18"/>
                      <w:szCs w:val="18"/>
                    </w:rPr>
                  </w:pPr>
                </w:p>
                <w:p w:rsidR="00633CC3" w:rsidRDefault="00633CC3">
                  <w:pPr>
                    <w:jc w:val="center"/>
                    <w:rPr>
                      <w:sz w:val="18"/>
                      <w:szCs w:val="18"/>
                    </w:rPr>
                  </w:pPr>
                  <w:r>
                    <w:rPr>
                      <w:sz w:val="18"/>
                      <w:szCs w:val="18"/>
                    </w:rPr>
                    <w:t>Alex MacDonald</w:t>
                  </w:r>
                </w:p>
                <w:p w:rsidR="00633CC3" w:rsidRDefault="00633CC3">
                  <w:pPr>
                    <w:jc w:val="center"/>
                    <w:rPr>
                      <w:sz w:val="20"/>
                      <w:szCs w:val="20"/>
                    </w:rPr>
                  </w:pPr>
                </w:p>
              </w:txbxContent>
            </v:textbox>
          </v:oval>
        </w:pict>
      </w:r>
      <w:r>
        <w:rPr>
          <w:noProof/>
        </w:rPr>
        <w:pict>
          <v:oval id="_x0000_s1116" style="position:absolute;left:0;text-align:left;margin-left:108pt;margin-top:10.55pt;width:108pt;height:54pt;z-index:251649536">
            <v:textbox>
              <w:txbxContent>
                <w:p w:rsidR="00633CC3" w:rsidRDefault="00633CC3">
                  <w:pPr>
                    <w:jc w:val="center"/>
                    <w:rPr>
                      <w:sz w:val="20"/>
                      <w:szCs w:val="20"/>
                    </w:rPr>
                  </w:pPr>
                  <w:r>
                    <w:rPr>
                      <w:sz w:val="20"/>
                      <w:szCs w:val="20"/>
                    </w:rPr>
                    <w:t>Crazy Creatures</w:t>
                  </w:r>
                </w:p>
                <w:p w:rsidR="00633CC3" w:rsidRDefault="00633CC3">
                  <w:pPr>
                    <w:jc w:val="center"/>
                    <w:rPr>
                      <w:sz w:val="20"/>
                      <w:szCs w:val="20"/>
                    </w:rPr>
                  </w:pPr>
                </w:p>
                <w:p w:rsidR="00633CC3" w:rsidRDefault="00633CC3">
                  <w:pPr>
                    <w:jc w:val="center"/>
                    <w:rPr>
                      <w:sz w:val="20"/>
                      <w:szCs w:val="20"/>
                    </w:rPr>
                  </w:pPr>
                  <w:r>
                    <w:rPr>
                      <w:sz w:val="20"/>
                      <w:szCs w:val="20"/>
                    </w:rPr>
                    <w:t>Gill Arbuthnott</w:t>
                  </w:r>
                </w:p>
              </w:txbxContent>
            </v:textbox>
          </v:oval>
        </w:pict>
      </w:r>
      <w:r>
        <w:rPr>
          <w:noProof/>
        </w:rPr>
        <w:pict>
          <v:oval id="_x0000_s1117" style="position:absolute;left:0;text-align:left;margin-left:-9pt;margin-top:10.55pt;width:108pt;height:54pt;z-index:251648512">
            <v:textbox>
              <w:txbxContent>
                <w:p w:rsidR="00633CC3" w:rsidRDefault="00633CC3">
                  <w:pPr>
                    <w:jc w:val="center"/>
                    <w:rPr>
                      <w:sz w:val="20"/>
                      <w:szCs w:val="20"/>
                    </w:rPr>
                  </w:pPr>
                  <w:r>
                    <w:rPr>
                      <w:sz w:val="20"/>
                      <w:szCs w:val="20"/>
                    </w:rPr>
                    <w:t>Love Lessons</w:t>
                  </w:r>
                </w:p>
                <w:p w:rsidR="00633CC3" w:rsidRDefault="00633CC3">
                  <w:pPr>
                    <w:jc w:val="center"/>
                    <w:rPr>
                      <w:sz w:val="20"/>
                      <w:szCs w:val="20"/>
                    </w:rPr>
                  </w:pPr>
                  <w:r>
                    <w:rPr>
                      <w:sz w:val="20"/>
                      <w:szCs w:val="20"/>
                    </w:rPr>
                    <w:t>Jacqueline Wilson</w:t>
                  </w:r>
                </w:p>
              </w:txbxContent>
            </v:textbox>
          </v:oval>
        </w:pict>
      </w: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r>
        <w:rPr>
          <w:noProof/>
        </w:rPr>
        <w:pict>
          <v:oval id="_x0000_s1118" style="position:absolute;left:0;text-align:left;margin-left:342pt;margin-top:2.7pt;width:108pt;height:55.85pt;z-index:251655680">
            <v:textbox>
              <w:txbxContent>
                <w:p w:rsidR="00633CC3" w:rsidRDefault="00633CC3">
                  <w:pPr>
                    <w:jc w:val="center"/>
                    <w:rPr>
                      <w:sz w:val="22"/>
                      <w:szCs w:val="22"/>
                    </w:rPr>
                  </w:pPr>
                  <w:r>
                    <w:rPr>
                      <w:sz w:val="22"/>
                      <w:szCs w:val="22"/>
                    </w:rPr>
                    <w:t>Captain Underpants</w:t>
                  </w:r>
                </w:p>
                <w:p w:rsidR="00633CC3" w:rsidRDefault="00633CC3">
                  <w:pPr>
                    <w:jc w:val="center"/>
                    <w:rPr>
                      <w:sz w:val="18"/>
                      <w:szCs w:val="18"/>
                    </w:rPr>
                  </w:pPr>
                  <w:r>
                    <w:rPr>
                      <w:sz w:val="18"/>
                      <w:szCs w:val="18"/>
                    </w:rPr>
                    <w:t>Dav Pilkey</w:t>
                  </w:r>
                </w:p>
                <w:p w:rsidR="00633CC3" w:rsidRDefault="00633CC3">
                  <w:pPr>
                    <w:jc w:val="center"/>
                    <w:rPr>
                      <w:sz w:val="18"/>
                      <w:szCs w:val="18"/>
                    </w:rPr>
                  </w:pPr>
                </w:p>
              </w:txbxContent>
            </v:textbox>
          </v:oval>
        </w:pict>
      </w:r>
      <w:r>
        <w:rPr>
          <w:noProof/>
        </w:rPr>
        <w:pict>
          <v:oval id="_x0000_s1119" style="position:absolute;left:0;text-align:left;margin-left:-9pt;margin-top:.1pt;width:108pt;height:58.45pt;z-index:251652608">
            <v:textbox>
              <w:txbxContent>
                <w:p w:rsidR="00633CC3" w:rsidRDefault="00633CC3">
                  <w:pPr>
                    <w:jc w:val="center"/>
                    <w:rPr>
                      <w:sz w:val="20"/>
                      <w:szCs w:val="20"/>
                    </w:rPr>
                  </w:pPr>
                  <w:r>
                    <w:rPr>
                      <w:sz w:val="20"/>
                      <w:szCs w:val="20"/>
                    </w:rPr>
                    <w:t>Fried Piper of Hamstring</w:t>
                  </w:r>
                </w:p>
                <w:p w:rsidR="00633CC3" w:rsidRDefault="00633CC3">
                  <w:pPr>
                    <w:jc w:val="center"/>
                    <w:rPr>
                      <w:sz w:val="18"/>
                      <w:szCs w:val="18"/>
                    </w:rPr>
                  </w:pPr>
                  <w:r>
                    <w:rPr>
                      <w:sz w:val="18"/>
                      <w:szCs w:val="18"/>
                    </w:rPr>
                    <w:t>Laurence Anholt</w:t>
                  </w:r>
                </w:p>
              </w:txbxContent>
            </v:textbox>
          </v:oval>
        </w:pict>
      </w:r>
      <w:r>
        <w:rPr>
          <w:noProof/>
        </w:rPr>
        <w:pict>
          <v:oval id="_x0000_s1120" style="position:absolute;left:0;text-align:left;margin-left:108pt;margin-top:2.05pt;width:108pt;height:56.5pt;z-index:251653632">
            <v:textbox>
              <w:txbxContent>
                <w:p w:rsidR="00633CC3" w:rsidRDefault="00633CC3">
                  <w:pPr>
                    <w:jc w:val="center"/>
                    <w:rPr>
                      <w:sz w:val="20"/>
                      <w:szCs w:val="20"/>
                    </w:rPr>
                  </w:pPr>
                  <w:r>
                    <w:rPr>
                      <w:sz w:val="20"/>
                      <w:szCs w:val="20"/>
                    </w:rPr>
                    <w:t>Frankenstein</w:t>
                  </w:r>
                </w:p>
                <w:p w:rsidR="00633CC3" w:rsidRDefault="00633CC3">
                  <w:pPr>
                    <w:jc w:val="center"/>
                    <w:rPr>
                      <w:sz w:val="20"/>
                      <w:szCs w:val="20"/>
                    </w:rPr>
                  </w:pPr>
                </w:p>
                <w:p w:rsidR="00633CC3" w:rsidRDefault="00633CC3">
                  <w:pPr>
                    <w:jc w:val="center"/>
                    <w:rPr>
                      <w:sz w:val="20"/>
                      <w:szCs w:val="20"/>
                    </w:rPr>
                  </w:pPr>
                  <w:r>
                    <w:rPr>
                      <w:sz w:val="20"/>
                      <w:szCs w:val="20"/>
                    </w:rPr>
                    <w:t>Chris Mould</w:t>
                  </w:r>
                </w:p>
                <w:p w:rsidR="00633CC3" w:rsidRDefault="00633CC3">
                  <w:pPr>
                    <w:rPr>
                      <w:sz w:val="20"/>
                      <w:szCs w:val="20"/>
                    </w:rPr>
                  </w:pPr>
                  <w:r>
                    <w:rPr>
                      <w:sz w:val="20"/>
                      <w:szCs w:val="20"/>
                    </w:rPr>
                    <w:tab/>
                  </w:r>
                </w:p>
              </w:txbxContent>
            </v:textbox>
          </v:oval>
        </w:pict>
      </w:r>
      <w:r>
        <w:rPr>
          <w:noProof/>
        </w:rPr>
        <w:pict>
          <v:oval id="_x0000_s1121" style="position:absolute;left:0;text-align:left;margin-left:225pt;margin-top:2.05pt;width:108pt;height:54pt;z-index:251654656">
            <v:textbox>
              <w:txbxContent>
                <w:p w:rsidR="00633CC3" w:rsidRDefault="00633CC3">
                  <w:pPr>
                    <w:jc w:val="center"/>
                    <w:rPr>
                      <w:sz w:val="18"/>
                      <w:szCs w:val="18"/>
                    </w:rPr>
                  </w:pPr>
                  <w:r>
                    <w:rPr>
                      <w:sz w:val="18"/>
                      <w:szCs w:val="18"/>
                    </w:rPr>
                    <w:t>Mates, Dates and Mad Mistakes</w:t>
                  </w:r>
                </w:p>
                <w:p w:rsidR="00633CC3" w:rsidRDefault="00633CC3">
                  <w:pPr>
                    <w:jc w:val="center"/>
                    <w:rPr>
                      <w:sz w:val="16"/>
                      <w:szCs w:val="16"/>
                    </w:rPr>
                  </w:pPr>
                  <w:r>
                    <w:rPr>
                      <w:sz w:val="18"/>
                      <w:szCs w:val="18"/>
                    </w:rPr>
                    <w:t>Cathy Hopkins</w:t>
                  </w:r>
                </w:p>
              </w:txbxContent>
            </v:textbox>
          </v:oval>
        </w:pict>
      </w: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633CC3" w:rsidRDefault="00633CC3">
      <w:pPr>
        <w:jc w:val="both"/>
        <w:rPr>
          <w:sz w:val="28"/>
          <w:szCs w:val="28"/>
        </w:rPr>
      </w:pPr>
    </w:p>
    <w:p w:rsidR="00633CC3" w:rsidRDefault="00633CC3">
      <w:pPr>
        <w:jc w:val="both"/>
        <w:rPr>
          <w:sz w:val="28"/>
          <w:szCs w:val="28"/>
        </w:rPr>
      </w:pPr>
    </w:p>
    <w:p w:rsidR="00633CC3" w:rsidRDefault="00633CC3">
      <w:pPr>
        <w:rPr>
          <w:b/>
          <w:sz w:val="32"/>
          <w:szCs w:val="32"/>
        </w:rPr>
      </w:pPr>
      <w:r>
        <w:rPr>
          <w:b/>
          <w:sz w:val="32"/>
          <w:szCs w:val="32"/>
        </w:rPr>
        <w:t>Pupil Reading Reflection Sheet:</w:t>
      </w:r>
    </w:p>
    <w:p w:rsidR="00633CC3" w:rsidRDefault="00633CC3"/>
    <w:p w:rsidR="00633CC3" w:rsidRDefault="00633CC3">
      <w:r>
        <w:t>At the end of each month you should reflect on how you feel you are progressing with your reading. This sheet should be completed as close to the last day of each month as is possible. In this way you can gauge your progress against your effort and work out whether you have met your own personal targets.</w:t>
      </w:r>
    </w:p>
    <w:p w:rsidR="00633CC3" w:rsidRDefault="00633CC3"/>
    <w:p w:rsidR="00633CC3" w:rsidRDefault="00633CC3">
      <w:r>
        <w:t xml:space="preserve">Please </w:t>
      </w:r>
      <w:r>
        <w:rPr>
          <w:b/>
        </w:rPr>
        <w:t>circle</w:t>
      </w:r>
      <w:r>
        <w:t xml:space="preserve"> the answer that best describes you.</w:t>
      </w:r>
    </w:p>
    <w:p w:rsidR="00633CC3" w:rsidRDefault="00633CC3">
      <w:pPr>
        <w:rPr>
          <w:b/>
        </w:rPr>
      </w:pPr>
    </w:p>
    <w:p w:rsidR="00633CC3" w:rsidRDefault="00633CC3">
      <w:pPr>
        <w:rPr>
          <w:b/>
        </w:rPr>
      </w:pPr>
      <w:r>
        <w:rPr>
          <w:b/>
        </w:rPr>
        <w:t>August</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Pr>
        <w:rPr>
          <w:sz w:val="20"/>
          <w:szCs w:val="20"/>
        </w:rPr>
      </w:pPr>
    </w:p>
    <w:p w:rsidR="00633CC3" w:rsidRDefault="00633CC3">
      <w:pPr>
        <w:rPr>
          <w:sz w:val="20"/>
          <w:szCs w:val="20"/>
        </w:rPr>
      </w:pPr>
    </w:p>
    <w:p w:rsidR="00633CC3" w:rsidRDefault="00633CC3">
      <w:pPr>
        <w:rPr>
          <w:b/>
          <w:sz w:val="28"/>
          <w:szCs w:val="28"/>
        </w:rPr>
      </w:pPr>
      <w:r>
        <w:rPr>
          <w:b/>
          <w:sz w:val="28"/>
          <w:szCs w:val="28"/>
        </w:rPr>
        <w:t>Parent Reading Reflection:</w:t>
      </w:r>
    </w:p>
    <w:p w:rsidR="00633CC3" w:rsidRDefault="00633CC3">
      <w:pPr>
        <w:rPr>
          <w:b/>
          <w:sz w:val="36"/>
          <w:szCs w:val="36"/>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r>
        <w:rPr>
          <w:b/>
        </w:rPr>
        <w:t>No</w:t>
      </w:r>
      <w:r>
        <w:t>- What aspect is concerning you? _______________________________________</w:t>
      </w:r>
    </w:p>
    <w:p w:rsidR="00633CC3" w:rsidRDefault="00633CC3">
      <w:pPr>
        <w:rPr>
          <w:b/>
          <w:sz w:val="32"/>
          <w:szCs w:val="32"/>
        </w:rPr>
      </w:pPr>
    </w:p>
    <w:p w:rsidR="00633CC3" w:rsidRDefault="00633CC3">
      <w:pPr>
        <w:rPr>
          <w:b/>
          <w:sz w:val="32"/>
          <w:szCs w:val="32"/>
        </w:rPr>
      </w:pPr>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September</w:t>
      </w:r>
    </w:p>
    <w:p w:rsidR="00633CC3" w:rsidRDefault="00633CC3">
      <w:pPr>
        <w:rPr>
          <w:b/>
          <w:sz w:val="32"/>
          <w:szCs w:val="32"/>
        </w:rPr>
      </w:pPr>
    </w:p>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r>
        <w:rPr>
          <w:b/>
        </w:rPr>
        <w:t>No</w:t>
      </w:r>
      <w:r>
        <w:t>- What aspect is concerning you? _______________________________________</w:t>
      </w:r>
    </w:p>
    <w:p w:rsidR="00633CC3" w:rsidRDefault="00633CC3">
      <w:pPr>
        <w:rPr>
          <w:b/>
          <w:sz w:val="32"/>
          <w:szCs w:val="32"/>
        </w:rPr>
      </w:pPr>
    </w:p>
    <w:p w:rsidR="00633CC3" w:rsidRDefault="00633CC3">
      <w:pPr>
        <w:rPr>
          <w:b/>
          <w:sz w:val="32"/>
          <w:szCs w:val="32"/>
        </w:rPr>
      </w:pPr>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 xml:space="preserve">October </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r>
        <w:rPr>
          <w:b/>
        </w:rPr>
        <w:t>No</w:t>
      </w:r>
      <w:r>
        <w:t>- What aspect is concerning you? _______________________________________</w:t>
      </w:r>
    </w:p>
    <w:p w:rsidR="00633CC3" w:rsidRDefault="00633CC3"/>
    <w:p w:rsidR="00633CC3" w:rsidRDefault="00633CC3"/>
    <w:p w:rsidR="00633CC3" w:rsidRDefault="00633CC3">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November</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pPr>
        <w:rPr>
          <w:b/>
          <w:sz w:val="32"/>
          <w:szCs w:val="32"/>
        </w:rPr>
      </w:pPr>
      <w:r>
        <w:rPr>
          <w:b/>
        </w:rPr>
        <w:t>No</w:t>
      </w:r>
      <w:r>
        <w:t>- What aspect is concerning you? _______________________________________</w:t>
      </w:r>
    </w:p>
    <w:p w:rsidR="00633CC3" w:rsidRDefault="00633CC3">
      <w:pPr>
        <w:rPr>
          <w:b/>
          <w:sz w:val="32"/>
          <w:szCs w:val="32"/>
        </w:rPr>
      </w:pPr>
    </w:p>
    <w:p w:rsidR="00633CC3" w:rsidRDefault="00633CC3">
      <w:pPr>
        <w:rPr>
          <w:b/>
          <w:sz w:val="32"/>
          <w:szCs w:val="32"/>
        </w:rPr>
      </w:pPr>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December</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r>
        <w:rPr>
          <w:b/>
        </w:rPr>
        <w:t>No</w:t>
      </w:r>
      <w:r>
        <w:t>- What aspect is concerning you? _______________________________________</w:t>
      </w:r>
    </w:p>
    <w:p w:rsidR="00633CC3" w:rsidRDefault="00633CC3">
      <w:pPr>
        <w:rPr>
          <w:b/>
          <w:sz w:val="36"/>
          <w:szCs w:val="36"/>
          <w:u w:val="single"/>
        </w:rPr>
      </w:pPr>
    </w:p>
    <w:p w:rsidR="00633CC3" w:rsidRDefault="00633CC3">
      <w:pPr>
        <w:rPr>
          <w:sz w:val="36"/>
          <w:szCs w:val="36"/>
        </w:rPr>
      </w:pPr>
      <w:r>
        <w:rPr>
          <w:b/>
          <w:sz w:val="36"/>
          <w:szCs w:val="36"/>
          <w:u w:val="single"/>
        </w:rPr>
        <w:t xml:space="preserve">CONNECT  FOUR </w:t>
      </w:r>
      <w:r>
        <w:rPr>
          <w:sz w:val="36"/>
          <w:szCs w:val="36"/>
        </w:rPr>
        <w:tab/>
      </w:r>
      <w:r>
        <w:rPr>
          <w:sz w:val="36"/>
          <w:szCs w:val="36"/>
        </w:rPr>
        <w:tab/>
      </w:r>
      <w:r>
        <w:rPr>
          <w:sz w:val="36"/>
          <w:szCs w:val="36"/>
        </w:rPr>
        <w:tab/>
        <w:t>Yellow</w:t>
      </w:r>
      <w:r>
        <w:rPr>
          <w:sz w:val="36"/>
          <w:szCs w:val="36"/>
        </w:rPr>
        <w:tab/>
      </w:r>
      <w:r>
        <w:rPr>
          <w:sz w:val="36"/>
          <w:szCs w:val="36"/>
        </w:rPr>
        <w:tab/>
        <w:t>4.0-4.9</w:t>
      </w:r>
    </w:p>
    <w:p w:rsidR="00633CC3" w:rsidRDefault="00633CC3">
      <w:pPr>
        <w:rPr>
          <w:b/>
          <w:sz w:val="36"/>
          <w:szCs w:val="36"/>
          <w:u w:val="single"/>
        </w:rPr>
      </w:pPr>
    </w:p>
    <w:p w:rsidR="00633CC3" w:rsidRDefault="00633CC3">
      <w:pPr>
        <w:jc w:val="right"/>
        <w:rPr>
          <w:b/>
          <w:sz w:val="36"/>
          <w:szCs w:val="36"/>
          <w:u w:val="single"/>
        </w:rPr>
      </w:pPr>
      <w:r>
        <w:rPr>
          <w:b/>
          <w:sz w:val="36"/>
          <w:szCs w:val="36"/>
          <w:u w:val="single"/>
        </w:rPr>
        <w:t>Term 2: January to Easter</w:t>
      </w:r>
    </w:p>
    <w:p w:rsidR="00633CC3" w:rsidRDefault="00633CC3">
      <w:pPr>
        <w:rPr>
          <w:b/>
          <w:sz w:val="36"/>
          <w:szCs w:val="36"/>
          <w:u w:val="single"/>
        </w:rPr>
      </w:pPr>
    </w:p>
    <w:p w:rsidR="00633CC3" w:rsidRDefault="00633CC3">
      <w:pPr>
        <w:jc w:val="both"/>
        <w:rPr>
          <w:sz w:val="28"/>
          <w:szCs w:val="28"/>
        </w:rPr>
      </w:pPr>
      <w:r>
        <w:rPr>
          <w:sz w:val="28"/>
          <w:szCs w:val="28"/>
        </w:rPr>
        <w:t xml:space="preserve">Like the retro game the idea behind this reading scheme is to create a chain of four books, vertically, horizontally or diagonally. The books have been carefully chosen to be both enjoyable and challenging. </w:t>
      </w:r>
    </w:p>
    <w:p w:rsidR="00633CC3" w:rsidRDefault="00633CC3">
      <w:pPr>
        <w:jc w:val="both"/>
        <w:rPr>
          <w:sz w:val="28"/>
          <w:szCs w:val="28"/>
        </w:rPr>
      </w:pPr>
    </w:p>
    <w:p w:rsidR="00633CC3" w:rsidRDefault="00633CC3">
      <w:pPr>
        <w:jc w:val="both"/>
        <w:rPr>
          <w:sz w:val="28"/>
          <w:szCs w:val="28"/>
        </w:rPr>
      </w:pPr>
      <w:r>
        <w:rPr>
          <w:sz w:val="28"/>
          <w:szCs w:val="28"/>
        </w:rPr>
        <w:t xml:space="preserve">By reading the work of a variety of different authors you will significantly improve your vocabulary as you will be exposed to more than one author’s ‘word bank.’ The books have also been chosen to cover a variety of different forms (biography, fiction, non-fiction) and a variety of differing genres (love, adventure, mystery…) </w:t>
      </w:r>
    </w:p>
    <w:p w:rsidR="00633CC3" w:rsidRDefault="00633CC3">
      <w:pPr>
        <w:jc w:val="both"/>
        <w:rPr>
          <w:sz w:val="28"/>
          <w:szCs w:val="28"/>
        </w:rPr>
      </w:pPr>
    </w:p>
    <w:p w:rsidR="00633CC3" w:rsidRDefault="00633CC3">
      <w:pPr>
        <w:jc w:val="both"/>
        <w:rPr>
          <w:sz w:val="28"/>
          <w:szCs w:val="28"/>
        </w:rPr>
      </w:pPr>
      <w:r>
        <w:rPr>
          <w:sz w:val="28"/>
          <w:szCs w:val="28"/>
        </w:rPr>
        <w:t>ENJOY!</w:t>
      </w: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r>
        <w:rPr>
          <w:noProof/>
        </w:rPr>
        <w:pict>
          <v:oval id="_x0000_s1122" style="position:absolute;left:0;text-align:left;margin-left:354pt;margin-top:6.85pt;width:105pt;height:54.55pt;z-index:251659776">
            <v:textbox>
              <w:txbxContent>
                <w:p w:rsidR="00633CC3" w:rsidRDefault="00633CC3">
                  <w:pPr>
                    <w:ind w:left="-180" w:right="-360"/>
                    <w:rPr>
                      <w:szCs w:val="20"/>
                    </w:rPr>
                  </w:pPr>
                  <w:r>
                    <w:rPr>
                      <w:szCs w:val="20"/>
                    </w:rPr>
                    <w:t>Dork on the run</w:t>
                  </w:r>
                </w:p>
                <w:p w:rsidR="00633CC3" w:rsidRDefault="00633CC3">
                  <w:pPr>
                    <w:ind w:right="-180"/>
                    <w:rPr>
                      <w:szCs w:val="20"/>
                    </w:rPr>
                  </w:pPr>
                  <w:r>
                    <w:rPr>
                      <w:szCs w:val="20"/>
                    </w:rPr>
                    <w:t>Carol Gorman</w:t>
                  </w:r>
                </w:p>
              </w:txbxContent>
            </v:textbox>
          </v:oval>
        </w:pict>
      </w:r>
      <w:r>
        <w:rPr>
          <w:noProof/>
        </w:rPr>
        <w:pict>
          <v:oval id="_x0000_s1123" style="position:absolute;left:0;text-align:left;margin-left:3pt;margin-top:6.85pt;width:105pt;height:62.45pt;z-index:251656704">
            <v:textbox>
              <w:txbxContent>
                <w:p w:rsidR="00633CC3" w:rsidRDefault="00633CC3">
                  <w:pPr>
                    <w:jc w:val="center"/>
                    <w:rPr>
                      <w:sz w:val="20"/>
                      <w:szCs w:val="20"/>
                    </w:rPr>
                  </w:pPr>
                  <w:r>
                    <w:rPr>
                      <w:sz w:val="22"/>
                      <w:szCs w:val="22"/>
                    </w:rPr>
                    <w:t>Twist Cottage</w:t>
                  </w:r>
                  <w:r>
                    <w:rPr>
                      <w:sz w:val="20"/>
                      <w:szCs w:val="20"/>
                    </w:rPr>
                    <w:t xml:space="preserve"> Anthony Horowitz</w:t>
                  </w:r>
                </w:p>
                <w:p w:rsidR="00633CC3" w:rsidRDefault="00633CC3">
                  <w:pPr>
                    <w:jc w:val="center"/>
                    <w:rPr>
                      <w:sz w:val="16"/>
                      <w:szCs w:val="16"/>
                    </w:rPr>
                  </w:pPr>
                </w:p>
              </w:txbxContent>
            </v:textbox>
          </v:oval>
        </w:pict>
      </w:r>
      <w:r>
        <w:rPr>
          <w:noProof/>
        </w:rPr>
        <w:pict>
          <v:oval id="_x0000_s1124" style="position:absolute;left:0;text-align:left;margin-left:237pt;margin-top:7.35pt;width:105pt;height:54pt;z-index:251658752">
            <v:textbox>
              <w:txbxContent>
                <w:p w:rsidR="00633CC3" w:rsidRDefault="00633CC3">
                  <w:pPr>
                    <w:jc w:val="center"/>
                    <w:rPr>
                      <w:sz w:val="18"/>
                      <w:szCs w:val="18"/>
                    </w:rPr>
                  </w:pPr>
                  <w:r>
                    <w:rPr>
                      <w:sz w:val="18"/>
                      <w:szCs w:val="18"/>
                    </w:rPr>
                    <w:t>Bend it like Beckham</w:t>
                  </w:r>
                </w:p>
                <w:p w:rsidR="00633CC3" w:rsidRDefault="00633CC3">
                  <w:pPr>
                    <w:jc w:val="center"/>
                    <w:rPr>
                      <w:sz w:val="18"/>
                      <w:szCs w:val="18"/>
                    </w:rPr>
                  </w:pPr>
                  <w:r>
                    <w:rPr>
                      <w:sz w:val="18"/>
                      <w:szCs w:val="18"/>
                    </w:rPr>
                    <w:t>Narinder Dhami</w:t>
                  </w:r>
                </w:p>
                <w:p w:rsidR="00633CC3" w:rsidRDefault="00633CC3">
                  <w:pPr>
                    <w:jc w:val="center"/>
                    <w:rPr>
                      <w:sz w:val="18"/>
                      <w:szCs w:val="18"/>
                    </w:rPr>
                  </w:pPr>
                </w:p>
              </w:txbxContent>
            </v:textbox>
          </v:oval>
        </w:pict>
      </w:r>
      <w:r>
        <w:rPr>
          <w:noProof/>
        </w:rPr>
        <w:pict>
          <v:oval id="_x0000_s1125" style="position:absolute;left:0;text-align:left;margin-left:120pt;margin-top:7.35pt;width:105pt;height:54pt;z-index:251657728">
            <v:textbox>
              <w:txbxContent>
                <w:p w:rsidR="00633CC3" w:rsidRDefault="00633CC3">
                  <w:pPr>
                    <w:jc w:val="center"/>
                    <w:rPr>
                      <w:sz w:val="22"/>
                      <w:szCs w:val="22"/>
                    </w:rPr>
                  </w:pPr>
                  <w:r>
                    <w:rPr>
                      <w:sz w:val="22"/>
                      <w:szCs w:val="22"/>
                    </w:rPr>
                    <w:t>Indigo Blue</w:t>
                  </w:r>
                </w:p>
                <w:p w:rsidR="00633CC3" w:rsidRDefault="00633CC3">
                  <w:pPr>
                    <w:jc w:val="center"/>
                    <w:rPr>
                      <w:sz w:val="16"/>
                      <w:szCs w:val="16"/>
                    </w:rPr>
                  </w:pPr>
                </w:p>
                <w:p w:rsidR="00633CC3" w:rsidRDefault="00633CC3">
                  <w:pPr>
                    <w:jc w:val="center"/>
                    <w:rPr>
                      <w:sz w:val="18"/>
                      <w:szCs w:val="18"/>
                    </w:rPr>
                  </w:pPr>
                  <w:r>
                    <w:rPr>
                      <w:sz w:val="18"/>
                      <w:szCs w:val="18"/>
                    </w:rPr>
                    <w:t>Cathy Cassidy</w:t>
                  </w:r>
                </w:p>
              </w:txbxContent>
            </v:textbox>
          </v:oval>
        </w:pict>
      </w:r>
    </w:p>
    <w:p w:rsidR="00633CC3" w:rsidRDefault="00633CC3"/>
    <w:p w:rsidR="00633CC3" w:rsidRDefault="00633CC3"/>
    <w:p w:rsidR="00633CC3" w:rsidRDefault="00633CC3"/>
    <w:p w:rsidR="00633CC3" w:rsidRDefault="00633CC3"/>
    <w:p w:rsidR="00633CC3" w:rsidRDefault="00633CC3">
      <w:r>
        <w:rPr>
          <w:noProof/>
        </w:rPr>
        <w:pict>
          <v:oval id="_x0000_s1126" style="position:absolute;margin-left:354pt;margin-top:8.05pt;width:105pt;height:54pt;z-index:251663872">
            <v:textbox>
              <w:txbxContent>
                <w:p w:rsidR="00633CC3" w:rsidRDefault="00633CC3">
                  <w:pPr>
                    <w:jc w:val="center"/>
                    <w:rPr>
                      <w:sz w:val="22"/>
                      <w:szCs w:val="22"/>
                    </w:rPr>
                  </w:pPr>
                  <w:r>
                    <w:rPr>
                      <w:sz w:val="22"/>
                      <w:szCs w:val="22"/>
                    </w:rPr>
                    <w:t>The Savage</w:t>
                  </w:r>
                </w:p>
                <w:p w:rsidR="00633CC3" w:rsidRDefault="00633CC3">
                  <w:pPr>
                    <w:jc w:val="center"/>
                    <w:rPr>
                      <w:sz w:val="18"/>
                      <w:szCs w:val="18"/>
                    </w:rPr>
                  </w:pPr>
                </w:p>
                <w:p w:rsidR="00633CC3" w:rsidRDefault="00633CC3">
                  <w:pPr>
                    <w:jc w:val="center"/>
                    <w:rPr>
                      <w:sz w:val="18"/>
                      <w:szCs w:val="18"/>
                    </w:rPr>
                  </w:pPr>
                  <w:r>
                    <w:rPr>
                      <w:sz w:val="18"/>
                      <w:szCs w:val="18"/>
                    </w:rPr>
                    <w:t>David Almond</w:t>
                  </w:r>
                </w:p>
                <w:p w:rsidR="00633CC3" w:rsidRDefault="00633CC3">
                  <w:pPr>
                    <w:jc w:val="center"/>
                    <w:rPr>
                      <w:sz w:val="20"/>
                      <w:szCs w:val="20"/>
                    </w:rPr>
                  </w:pPr>
                </w:p>
              </w:txbxContent>
            </v:textbox>
          </v:oval>
        </w:pict>
      </w:r>
      <w:r>
        <w:rPr>
          <w:noProof/>
        </w:rPr>
        <w:pict>
          <v:oval id="_x0000_s1127" style="position:absolute;margin-left:237pt;margin-top:8.05pt;width:105pt;height:54pt;z-index:251662848">
            <v:textbox>
              <w:txbxContent>
                <w:p w:rsidR="00633CC3" w:rsidRDefault="00633CC3">
                  <w:pPr>
                    <w:jc w:val="center"/>
                    <w:rPr>
                      <w:sz w:val="18"/>
                      <w:szCs w:val="18"/>
                    </w:rPr>
                  </w:pPr>
                  <w:r>
                    <w:rPr>
                      <w:sz w:val="18"/>
                      <w:szCs w:val="18"/>
                    </w:rPr>
                    <w:t>Shut your Mouth</w:t>
                  </w:r>
                </w:p>
                <w:p w:rsidR="00633CC3" w:rsidRDefault="00633CC3">
                  <w:pPr>
                    <w:jc w:val="center"/>
                    <w:rPr>
                      <w:sz w:val="18"/>
                      <w:szCs w:val="18"/>
                    </w:rPr>
                  </w:pPr>
                </w:p>
                <w:p w:rsidR="00633CC3" w:rsidRDefault="00633CC3">
                  <w:pPr>
                    <w:jc w:val="center"/>
                    <w:rPr>
                      <w:sz w:val="18"/>
                      <w:szCs w:val="18"/>
                    </w:rPr>
                  </w:pPr>
                  <w:r>
                    <w:rPr>
                      <w:sz w:val="18"/>
                      <w:szCs w:val="18"/>
                    </w:rPr>
                    <w:t>Nick Shadow</w:t>
                  </w:r>
                </w:p>
                <w:p w:rsidR="00633CC3" w:rsidRDefault="00633CC3">
                  <w:pPr>
                    <w:jc w:val="center"/>
                    <w:rPr>
                      <w:sz w:val="20"/>
                      <w:szCs w:val="20"/>
                    </w:rPr>
                  </w:pPr>
                </w:p>
              </w:txbxContent>
            </v:textbox>
          </v:oval>
        </w:pict>
      </w:r>
      <w:r>
        <w:rPr>
          <w:noProof/>
        </w:rPr>
        <w:pict>
          <v:oval id="_x0000_s1128" style="position:absolute;margin-left:120pt;margin-top:8.05pt;width:105pt;height:54pt;z-index:251661824">
            <v:textbox>
              <w:txbxContent>
                <w:p w:rsidR="00633CC3" w:rsidRDefault="00633CC3">
                  <w:pPr>
                    <w:jc w:val="center"/>
                    <w:rPr>
                      <w:sz w:val="18"/>
                      <w:szCs w:val="18"/>
                    </w:rPr>
                  </w:pPr>
                  <w:r>
                    <w:rPr>
                      <w:sz w:val="18"/>
                      <w:szCs w:val="18"/>
                    </w:rPr>
                    <w:t>There’s a Viking in my bed!</w:t>
                  </w:r>
                </w:p>
                <w:p w:rsidR="00633CC3" w:rsidRDefault="00633CC3">
                  <w:pPr>
                    <w:jc w:val="center"/>
                    <w:rPr>
                      <w:sz w:val="18"/>
                      <w:szCs w:val="18"/>
                    </w:rPr>
                  </w:pPr>
                  <w:r>
                    <w:rPr>
                      <w:sz w:val="18"/>
                      <w:szCs w:val="18"/>
                    </w:rPr>
                    <w:t>Jeremy Strong</w:t>
                  </w:r>
                </w:p>
              </w:txbxContent>
            </v:textbox>
          </v:oval>
        </w:pict>
      </w:r>
      <w:r>
        <w:rPr>
          <w:noProof/>
        </w:rPr>
        <w:pict>
          <v:oval id="_x0000_s1129" style="position:absolute;margin-left:3pt;margin-top:8.05pt;width:105pt;height:54pt;z-index:251660800">
            <v:textbox>
              <w:txbxContent>
                <w:p w:rsidR="00633CC3" w:rsidRDefault="00633CC3">
                  <w:pPr>
                    <w:jc w:val="center"/>
                    <w:rPr>
                      <w:sz w:val="18"/>
                      <w:szCs w:val="18"/>
                    </w:rPr>
                  </w:pPr>
                  <w:r>
                    <w:rPr>
                      <w:sz w:val="18"/>
                      <w:szCs w:val="18"/>
                    </w:rPr>
                    <w:t>Dog in the Dungeon</w:t>
                  </w:r>
                </w:p>
                <w:p w:rsidR="00633CC3" w:rsidRDefault="00633CC3">
                  <w:pPr>
                    <w:jc w:val="center"/>
                    <w:rPr>
                      <w:sz w:val="20"/>
                      <w:szCs w:val="20"/>
                    </w:rPr>
                  </w:pPr>
                  <w:r>
                    <w:rPr>
                      <w:sz w:val="20"/>
                      <w:szCs w:val="20"/>
                    </w:rPr>
                    <w:t>Lucy Daniels</w:t>
                  </w:r>
                </w:p>
                <w:p w:rsidR="00633CC3" w:rsidRDefault="00633CC3">
                  <w:pPr>
                    <w:jc w:val="center"/>
                    <w:rPr>
                      <w:sz w:val="18"/>
                      <w:szCs w:val="18"/>
                    </w:rPr>
                  </w:pPr>
                </w:p>
              </w:txbxContent>
            </v:textbox>
          </v:oval>
        </w:pict>
      </w:r>
    </w:p>
    <w:p w:rsidR="00633CC3" w:rsidRDefault="00633CC3"/>
    <w:p w:rsidR="00633CC3" w:rsidRDefault="00633CC3"/>
    <w:p w:rsidR="00633CC3" w:rsidRDefault="00633CC3"/>
    <w:p w:rsidR="00633CC3" w:rsidRDefault="00633CC3"/>
    <w:p w:rsidR="00633CC3" w:rsidRDefault="00633CC3">
      <w:r>
        <w:rPr>
          <w:noProof/>
        </w:rPr>
        <w:pict>
          <v:oval id="_x0000_s1130" style="position:absolute;margin-left:3pt;margin-top:11.05pt;width:105pt;height:62.5pt;z-index:251664896">
            <v:textbox>
              <w:txbxContent>
                <w:p w:rsidR="00633CC3" w:rsidRDefault="00633CC3">
                  <w:pPr>
                    <w:jc w:val="center"/>
                    <w:rPr>
                      <w:sz w:val="18"/>
                      <w:szCs w:val="18"/>
                    </w:rPr>
                  </w:pPr>
                  <w:r>
                    <w:rPr>
                      <w:sz w:val="18"/>
                      <w:szCs w:val="18"/>
                    </w:rPr>
                    <w:t xml:space="preserve">Escape </w:t>
                  </w:r>
                </w:p>
                <w:p w:rsidR="00633CC3" w:rsidRDefault="00633CC3">
                  <w:pPr>
                    <w:jc w:val="center"/>
                    <w:rPr>
                      <w:sz w:val="18"/>
                      <w:szCs w:val="18"/>
                    </w:rPr>
                  </w:pPr>
                  <w:r>
                    <w:rPr>
                      <w:sz w:val="18"/>
                      <w:szCs w:val="18"/>
                    </w:rPr>
                    <w:t>from Colditz</w:t>
                  </w:r>
                </w:p>
                <w:p w:rsidR="00633CC3" w:rsidRDefault="00633CC3">
                  <w:pPr>
                    <w:jc w:val="center"/>
                    <w:rPr>
                      <w:sz w:val="16"/>
                      <w:szCs w:val="16"/>
                    </w:rPr>
                  </w:pPr>
                  <w:r>
                    <w:rPr>
                      <w:sz w:val="16"/>
                      <w:szCs w:val="16"/>
                    </w:rPr>
                    <w:t>Deborah Chancellor</w:t>
                  </w:r>
                </w:p>
                <w:p w:rsidR="00633CC3" w:rsidRDefault="00633CC3">
                  <w:pPr>
                    <w:jc w:val="center"/>
                    <w:rPr>
                      <w:sz w:val="20"/>
                      <w:szCs w:val="20"/>
                    </w:rPr>
                  </w:pPr>
                </w:p>
              </w:txbxContent>
            </v:textbox>
          </v:oval>
        </w:pict>
      </w:r>
      <w:r>
        <w:rPr>
          <w:noProof/>
        </w:rPr>
        <w:pict>
          <v:oval id="_x0000_s1131" style="position:absolute;margin-left:120pt;margin-top:11.05pt;width:105pt;height:62.5pt;z-index:251665920">
            <v:textbox>
              <w:txbxContent>
                <w:p w:rsidR="00633CC3" w:rsidRDefault="00633CC3">
                  <w:pPr>
                    <w:jc w:val="center"/>
                  </w:pPr>
                  <w:r>
                    <w:t>Dream On</w:t>
                  </w:r>
                </w:p>
                <w:p w:rsidR="00633CC3" w:rsidRDefault="00633CC3">
                  <w:pPr>
                    <w:jc w:val="center"/>
                    <w:rPr>
                      <w:sz w:val="20"/>
                      <w:szCs w:val="20"/>
                    </w:rPr>
                  </w:pPr>
                </w:p>
                <w:p w:rsidR="00633CC3" w:rsidRDefault="00633CC3">
                  <w:pPr>
                    <w:jc w:val="center"/>
                    <w:rPr>
                      <w:sz w:val="20"/>
                      <w:szCs w:val="20"/>
                    </w:rPr>
                  </w:pPr>
                  <w:r>
                    <w:rPr>
                      <w:sz w:val="20"/>
                      <w:szCs w:val="20"/>
                    </w:rPr>
                    <w:t>Bali Rai</w:t>
                  </w:r>
                </w:p>
              </w:txbxContent>
            </v:textbox>
          </v:oval>
        </w:pict>
      </w:r>
      <w:r>
        <w:rPr>
          <w:noProof/>
        </w:rPr>
        <w:pict>
          <v:oval id="_x0000_s1132" style="position:absolute;margin-left:237pt;margin-top:11.05pt;width:114pt;height:61.9pt;z-index:251666944">
            <v:textbox>
              <w:txbxContent>
                <w:p w:rsidR="00633CC3" w:rsidRDefault="00633CC3">
                  <w:pPr>
                    <w:jc w:val="center"/>
                    <w:rPr>
                      <w:sz w:val="18"/>
                      <w:szCs w:val="18"/>
                    </w:rPr>
                  </w:pPr>
                  <w:r>
                    <w:rPr>
                      <w:sz w:val="18"/>
                      <w:szCs w:val="18"/>
                    </w:rPr>
                    <w:t>Then he ate my Boy Entrancers…</w:t>
                  </w:r>
                </w:p>
                <w:p w:rsidR="00633CC3" w:rsidRDefault="00633CC3">
                  <w:pPr>
                    <w:jc w:val="center"/>
                    <w:rPr>
                      <w:sz w:val="16"/>
                      <w:szCs w:val="16"/>
                    </w:rPr>
                  </w:pPr>
                </w:p>
                <w:p w:rsidR="00633CC3" w:rsidRDefault="00633CC3">
                  <w:pPr>
                    <w:jc w:val="center"/>
                    <w:rPr>
                      <w:sz w:val="18"/>
                      <w:szCs w:val="18"/>
                    </w:rPr>
                  </w:pPr>
                  <w:r>
                    <w:rPr>
                      <w:sz w:val="18"/>
                      <w:szCs w:val="18"/>
                    </w:rPr>
                    <w:t>Louise Rennison</w:t>
                  </w:r>
                </w:p>
                <w:p w:rsidR="00633CC3" w:rsidRDefault="00633CC3">
                  <w:pPr>
                    <w:jc w:val="center"/>
                    <w:rPr>
                      <w:sz w:val="20"/>
                      <w:szCs w:val="20"/>
                    </w:rPr>
                  </w:pPr>
                  <w:r>
                    <w:rPr>
                      <w:sz w:val="20"/>
                      <w:szCs w:val="20"/>
                    </w:rPr>
                    <w:tab/>
                  </w:r>
                </w:p>
              </w:txbxContent>
            </v:textbox>
          </v:oval>
        </w:pict>
      </w:r>
      <w:r>
        <w:rPr>
          <w:noProof/>
        </w:rPr>
        <w:pict>
          <v:oval id="_x0000_s1133" style="position:absolute;margin-left:5in;margin-top:11.05pt;width:108pt;height:54pt;z-index:251667968">
            <v:textbox>
              <w:txbxContent>
                <w:p w:rsidR="00633CC3" w:rsidRDefault="00633CC3">
                  <w:pPr>
                    <w:jc w:val="center"/>
                    <w:rPr>
                      <w:sz w:val="20"/>
                      <w:szCs w:val="20"/>
                    </w:rPr>
                  </w:pPr>
                  <w:r>
                    <w:rPr>
                      <w:sz w:val="20"/>
                      <w:szCs w:val="20"/>
                    </w:rPr>
                    <w:t>Bumface</w:t>
                  </w:r>
                </w:p>
                <w:p w:rsidR="00633CC3" w:rsidRDefault="00633CC3">
                  <w:pPr>
                    <w:jc w:val="center"/>
                    <w:rPr>
                      <w:sz w:val="20"/>
                      <w:szCs w:val="20"/>
                    </w:rPr>
                  </w:pPr>
                  <w:r>
                    <w:rPr>
                      <w:sz w:val="20"/>
                      <w:szCs w:val="20"/>
                    </w:rPr>
                    <w:t>Morris Gleitzman</w:t>
                  </w:r>
                </w:p>
              </w:txbxContent>
            </v:textbox>
          </v:oval>
        </w:pict>
      </w:r>
    </w:p>
    <w:p w:rsidR="00633CC3" w:rsidRDefault="00633CC3"/>
    <w:p w:rsidR="00633CC3" w:rsidRDefault="00633CC3"/>
    <w:p w:rsidR="00633CC3" w:rsidRDefault="00633CC3"/>
    <w:p w:rsidR="00633CC3" w:rsidRDefault="00633CC3"/>
    <w:p w:rsidR="00633CC3" w:rsidRDefault="00633CC3">
      <w:r>
        <w:rPr>
          <w:noProof/>
        </w:rPr>
        <w:pict>
          <v:oval id="_x0000_s1134" style="position:absolute;margin-left:237pt;margin-top:12.7pt;width:114pt;height:63.05pt;z-index:251671040">
            <v:textbox>
              <w:txbxContent>
                <w:p w:rsidR="00633CC3" w:rsidRDefault="00633CC3">
                  <w:pPr>
                    <w:ind w:right="-210" w:hanging="180"/>
                    <w:jc w:val="center"/>
                  </w:pPr>
                  <w:r>
                    <w:t>Ghoul Dinners</w:t>
                  </w:r>
                </w:p>
                <w:p w:rsidR="00633CC3" w:rsidRDefault="00633CC3">
                  <w:pPr>
                    <w:jc w:val="center"/>
                    <w:rPr>
                      <w:sz w:val="20"/>
                      <w:szCs w:val="20"/>
                    </w:rPr>
                  </w:pPr>
                </w:p>
                <w:p w:rsidR="00633CC3" w:rsidRDefault="00633CC3">
                  <w:pPr>
                    <w:jc w:val="center"/>
                    <w:rPr>
                      <w:sz w:val="20"/>
                      <w:szCs w:val="20"/>
                    </w:rPr>
                  </w:pPr>
                  <w:r>
                    <w:rPr>
                      <w:sz w:val="20"/>
                      <w:szCs w:val="20"/>
                    </w:rPr>
                    <w:t>B Strange</w:t>
                  </w:r>
                </w:p>
              </w:txbxContent>
            </v:textbox>
          </v:oval>
        </w:pict>
      </w:r>
    </w:p>
    <w:p w:rsidR="00633CC3" w:rsidRDefault="00633CC3">
      <w:r>
        <w:rPr>
          <w:noProof/>
        </w:rPr>
        <w:pict>
          <v:oval id="_x0000_s1135" style="position:absolute;margin-left:5in;margin-top:.25pt;width:108pt;height:62.5pt;z-index:251672064">
            <v:textbox>
              <w:txbxContent>
                <w:p w:rsidR="00633CC3" w:rsidRDefault="00633CC3">
                  <w:pPr>
                    <w:jc w:val="center"/>
                  </w:pPr>
                  <w:r>
                    <w:t>Assassin</w:t>
                  </w:r>
                </w:p>
                <w:p w:rsidR="00633CC3" w:rsidRDefault="00633CC3">
                  <w:pPr>
                    <w:jc w:val="center"/>
                    <w:rPr>
                      <w:sz w:val="20"/>
                      <w:szCs w:val="20"/>
                    </w:rPr>
                  </w:pPr>
                </w:p>
                <w:p w:rsidR="00633CC3" w:rsidRDefault="00633CC3">
                  <w:pPr>
                    <w:jc w:val="center"/>
                    <w:rPr>
                      <w:sz w:val="20"/>
                      <w:szCs w:val="20"/>
                    </w:rPr>
                  </w:pPr>
                  <w:r>
                    <w:rPr>
                      <w:sz w:val="20"/>
                      <w:szCs w:val="20"/>
                    </w:rPr>
                    <w:t>Tony Bradman</w:t>
                  </w:r>
                </w:p>
                <w:p w:rsidR="00633CC3" w:rsidRDefault="00633CC3">
                  <w:pPr>
                    <w:jc w:val="center"/>
                    <w:rPr>
                      <w:sz w:val="20"/>
                      <w:szCs w:val="20"/>
                    </w:rPr>
                  </w:pPr>
                </w:p>
              </w:txbxContent>
            </v:textbox>
          </v:oval>
        </w:pict>
      </w:r>
      <w:r>
        <w:rPr>
          <w:noProof/>
        </w:rPr>
        <w:pict>
          <v:oval id="_x0000_s1136" style="position:absolute;margin-left:120pt;margin-top:.25pt;width:105pt;height:54pt;z-index:251670016">
            <v:textbox>
              <w:txbxContent>
                <w:p w:rsidR="00633CC3" w:rsidRDefault="00633CC3">
                  <w:pPr>
                    <w:jc w:val="center"/>
                    <w:rPr>
                      <w:sz w:val="20"/>
                      <w:szCs w:val="20"/>
                    </w:rPr>
                  </w:pPr>
                  <w:r>
                    <w:rPr>
                      <w:sz w:val="20"/>
                      <w:szCs w:val="20"/>
                    </w:rPr>
                    <w:t>Girls in Love</w:t>
                  </w:r>
                </w:p>
                <w:p w:rsidR="00633CC3" w:rsidRDefault="00633CC3">
                  <w:pPr>
                    <w:ind w:right="-180" w:hanging="180"/>
                    <w:jc w:val="center"/>
                    <w:rPr>
                      <w:sz w:val="16"/>
                      <w:szCs w:val="16"/>
                    </w:rPr>
                  </w:pPr>
                </w:p>
                <w:p w:rsidR="00633CC3" w:rsidRDefault="00633CC3">
                  <w:pPr>
                    <w:ind w:right="-180" w:hanging="180"/>
                    <w:jc w:val="center"/>
                    <w:rPr>
                      <w:sz w:val="20"/>
                      <w:szCs w:val="20"/>
                    </w:rPr>
                  </w:pPr>
                  <w:r>
                    <w:rPr>
                      <w:sz w:val="20"/>
                      <w:szCs w:val="20"/>
                    </w:rPr>
                    <w:t>Jacqueline Wilson</w:t>
                  </w:r>
                </w:p>
              </w:txbxContent>
            </v:textbox>
          </v:oval>
        </w:pict>
      </w:r>
      <w:r>
        <w:rPr>
          <w:noProof/>
        </w:rPr>
        <w:pict>
          <v:oval id="_x0000_s1137" style="position:absolute;margin-left:3pt;margin-top:.25pt;width:105pt;height:54pt;z-index:251668992">
            <v:textbox>
              <w:txbxContent>
                <w:p w:rsidR="00633CC3" w:rsidRDefault="00633CC3">
                  <w:pPr>
                    <w:jc w:val="center"/>
                  </w:pPr>
                  <w:r>
                    <w:t>Esio Trot</w:t>
                  </w:r>
                </w:p>
                <w:p w:rsidR="00633CC3" w:rsidRDefault="00633CC3">
                  <w:pPr>
                    <w:jc w:val="center"/>
                    <w:rPr>
                      <w:sz w:val="16"/>
                      <w:szCs w:val="16"/>
                    </w:rPr>
                  </w:pPr>
                </w:p>
                <w:p w:rsidR="00633CC3" w:rsidRDefault="00633CC3">
                  <w:pPr>
                    <w:jc w:val="center"/>
                    <w:rPr>
                      <w:sz w:val="20"/>
                      <w:szCs w:val="20"/>
                    </w:rPr>
                  </w:pPr>
                  <w:r>
                    <w:rPr>
                      <w:sz w:val="20"/>
                      <w:szCs w:val="20"/>
                    </w:rPr>
                    <w:t>Roald Dahl</w:t>
                  </w:r>
                </w:p>
              </w:txbxContent>
            </v:textbox>
          </v:oval>
        </w:pict>
      </w:r>
    </w:p>
    <w:p w:rsidR="00633CC3" w:rsidRDefault="00633CC3"/>
    <w:p w:rsidR="00633CC3" w:rsidRDefault="00633CC3"/>
    <w:p w:rsidR="00633CC3" w:rsidRDefault="00633CC3"/>
    <w:p w:rsidR="00633CC3" w:rsidRDefault="00633CC3"/>
    <w:p w:rsidR="00633CC3" w:rsidRDefault="00633CC3">
      <w:r>
        <w:rPr>
          <w:noProof/>
        </w:rPr>
        <w:pict>
          <v:shape id="_x0000_s1138" type="#_x0000_t202" style="position:absolute;margin-left:-18pt;margin-top:11.75pt;width:495pt;height:1in;z-index:251639296" strokecolor="white">
            <v:textbox>
              <w:txbxContent>
                <w:p w:rsidR="00633CC3" w:rsidRDefault="00633CC3">
                  <w:pPr>
                    <w:jc w:val="both"/>
                    <w:rPr>
                      <w:sz w:val="28"/>
                      <w:szCs w:val="28"/>
                    </w:rPr>
                  </w:pPr>
                  <w:r>
                    <w:rPr>
                      <w:sz w:val="28"/>
                      <w:szCs w:val="28"/>
                    </w:rPr>
                    <w:t xml:space="preserve">Having finished a book you should complete a </w:t>
                  </w:r>
                  <w:r>
                    <w:rPr>
                      <w:rFonts w:ascii="Comic Sans MS" w:hAnsi="Comic Sans MS"/>
                      <w:sz w:val="28"/>
                      <w:szCs w:val="28"/>
                    </w:rPr>
                    <w:t>mind-map</w:t>
                  </w:r>
                  <w:r>
                    <w:rPr>
                      <w:sz w:val="28"/>
                      <w:szCs w:val="28"/>
                    </w:rPr>
                    <w:t xml:space="preserve"> to help you remember the story, sit an </w:t>
                  </w:r>
                  <w:r>
                    <w:rPr>
                      <w:rFonts w:ascii="Comic Sans MS" w:hAnsi="Comic Sans MS"/>
                      <w:sz w:val="28"/>
                      <w:szCs w:val="28"/>
                    </w:rPr>
                    <w:t>‘Accelerated Reader Quiz’</w:t>
                  </w:r>
                  <w:r>
                    <w:rPr>
                      <w:sz w:val="28"/>
                      <w:szCs w:val="28"/>
                    </w:rPr>
                    <w:t xml:space="preserve"> and then colour in the scales on your </w:t>
                  </w:r>
                  <w:r>
                    <w:rPr>
                      <w:rFonts w:ascii="Comic Sans MS" w:hAnsi="Comic Sans MS"/>
                      <w:sz w:val="28"/>
                      <w:szCs w:val="28"/>
                    </w:rPr>
                    <w:t>‘Reading Dragon’</w:t>
                  </w:r>
                  <w:r>
                    <w:rPr>
                      <w:sz w:val="28"/>
                      <w:szCs w:val="28"/>
                    </w:rPr>
                    <w:t xml:space="preserve"> according to the points you achieved.</w:t>
                  </w: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jc w:val="both"/>
                    <w:rPr>
                      <w:sz w:val="28"/>
                      <w:szCs w:val="28"/>
                    </w:rPr>
                  </w:pPr>
                </w:p>
                <w:p w:rsidR="00633CC3" w:rsidRDefault="00633CC3">
                  <w:pPr>
                    <w:rPr>
                      <w:szCs w:val="20"/>
                    </w:rPr>
                  </w:pPr>
                </w:p>
              </w:txbxContent>
            </v:textbox>
          </v:shape>
        </w:pict>
      </w:r>
    </w:p>
    <w:p w:rsidR="00633CC3" w:rsidRDefault="00633CC3"/>
    <w:p w:rsidR="00633CC3" w:rsidRDefault="00633CC3"/>
    <w:p w:rsidR="00633CC3" w:rsidRDefault="00633CC3">
      <w:pPr>
        <w:rPr>
          <w:b/>
          <w:sz w:val="36"/>
          <w:szCs w:val="36"/>
          <w:u w:val="single"/>
        </w:rPr>
      </w:pPr>
      <w:r>
        <w:rPr>
          <w:b/>
          <w:sz w:val="36"/>
          <w:szCs w:val="36"/>
          <w:u w:val="single"/>
        </w:rPr>
        <w:t>CONNECT  FOUR</w:t>
      </w:r>
    </w:p>
    <w:p w:rsidR="00633CC3" w:rsidRDefault="00633CC3">
      <w:pPr>
        <w:jc w:val="center"/>
      </w:pPr>
    </w:p>
    <w:p w:rsidR="00633CC3" w:rsidRDefault="00633CC3">
      <w:pPr>
        <w:jc w:val="center"/>
      </w:pPr>
    </w:p>
    <w:p w:rsidR="00633CC3" w:rsidRDefault="00633CC3">
      <w:pPr>
        <w:jc w:val="center"/>
      </w:pPr>
    </w:p>
    <w:p w:rsidR="00633CC3" w:rsidRDefault="00633CC3">
      <w:pPr>
        <w:jc w:val="center"/>
      </w:pPr>
    </w:p>
    <w:p w:rsidR="00633CC3" w:rsidRDefault="00633CC3">
      <w:pPr>
        <w:jc w:val="center"/>
      </w:pPr>
    </w:p>
    <w:p w:rsidR="00633CC3" w:rsidRDefault="00633CC3">
      <w:pPr>
        <w:rPr>
          <w:b/>
          <w:sz w:val="32"/>
          <w:szCs w:val="32"/>
        </w:rPr>
      </w:pPr>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January</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r>
        <w:rPr>
          <w:b/>
        </w:rPr>
        <w:t>No</w:t>
      </w:r>
      <w:r>
        <w:t>- What aspect is concerning you? _______________________________________</w:t>
      </w:r>
    </w:p>
    <w:p w:rsidR="00633CC3" w:rsidRDefault="00633CC3"/>
    <w:p w:rsidR="00633CC3" w:rsidRDefault="00633CC3">
      <w:pPr>
        <w:rPr>
          <w:b/>
          <w:sz w:val="32"/>
          <w:szCs w:val="32"/>
        </w:rPr>
      </w:pPr>
    </w:p>
    <w:p w:rsidR="00633CC3" w:rsidRDefault="00633CC3">
      <w:pPr>
        <w:rPr>
          <w:b/>
          <w:sz w:val="32"/>
          <w:szCs w:val="32"/>
        </w:rPr>
      </w:pPr>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February</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r>
        <w:rPr>
          <w:b/>
        </w:rPr>
        <w:t>No</w:t>
      </w:r>
      <w:r>
        <w:t>- What aspect is concerning you? _______________________________________</w:t>
      </w:r>
    </w:p>
    <w:p w:rsidR="00633CC3" w:rsidRDefault="00633CC3">
      <w:pPr>
        <w:rPr>
          <w:b/>
          <w:sz w:val="32"/>
          <w:szCs w:val="32"/>
        </w:rPr>
      </w:pPr>
    </w:p>
    <w:p w:rsidR="00633CC3" w:rsidRDefault="00633CC3">
      <w:pPr>
        <w:rPr>
          <w:b/>
          <w:sz w:val="32"/>
          <w:szCs w:val="32"/>
        </w:rPr>
      </w:pPr>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March</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r>
        <w:rPr>
          <w:b/>
        </w:rPr>
        <w:t>No</w:t>
      </w:r>
      <w:r>
        <w:t>- What aspect is concerning you? _______________________________________</w:t>
      </w:r>
    </w:p>
    <w:p w:rsidR="00633CC3" w:rsidRDefault="00633CC3">
      <w:pPr>
        <w:rPr>
          <w:b/>
          <w:sz w:val="32"/>
          <w:szCs w:val="32"/>
        </w:rPr>
      </w:pPr>
    </w:p>
    <w:p w:rsidR="00633CC3" w:rsidRDefault="00633CC3">
      <w:pPr>
        <w:ind w:left="4320"/>
        <w:jc w:val="right"/>
        <w:rPr>
          <w:rFonts w:ascii="Comic Sans MS" w:hAnsi="Comic Sans MS"/>
          <w:sz w:val="32"/>
          <w:szCs w:val="32"/>
        </w:rPr>
      </w:pPr>
      <w:r>
        <w:rPr>
          <w:noProof/>
        </w:rPr>
        <w:pict>
          <v:oval id="_x0000_s1139" style="position:absolute;left:0;text-align:left;margin-left:27pt;margin-top:36pt;width:98.95pt;height:81pt;z-index:251673088"/>
        </w:pict>
      </w:r>
      <w:r>
        <w:rPr>
          <w:rFonts w:ascii="Comic Sans MS" w:hAnsi="Comic Sans MS"/>
          <w:sz w:val="32"/>
          <w:szCs w:val="32"/>
        </w:rPr>
        <w:t>Don’t forget to write the title and author of your choices in the circles provided!</w:t>
      </w:r>
    </w:p>
    <w:p w:rsidR="00633CC3" w:rsidRDefault="00633CC3">
      <w:pPr>
        <w:rPr>
          <w:b/>
          <w:sz w:val="32"/>
          <w:szCs w:val="32"/>
        </w:rPr>
      </w:pPr>
    </w:p>
    <w:p w:rsidR="00633CC3" w:rsidRDefault="00633CC3">
      <w:r>
        <w:rPr>
          <w:noProof/>
        </w:rPr>
        <w:pict>
          <v:oval id="_x0000_s1140" style="position:absolute;margin-left:315pt;margin-top:174.65pt;width:98.95pt;height:81pt;z-index:251676160"/>
        </w:pict>
      </w:r>
      <w:r>
        <w:rPr>
          <w:noProof/>
        </w:rPr>
        <w:pict>
          <v:oval id="_x0000_s1141" style="position:absolute;margin-left:3in;margin-top:102.65pt;width:98.95pt;height:81pt;z-index:251675136"/>
        </w:pict>
      </w:r>
      <w:r>
        <w:rPr>
          <w:noProof/>
        </w:rPr>
        <w:pict>
          <v:oval id="_x0000_s1142" style="position:absolute;margin-left:117pt;margin-top:21.65pt;width:98.95pt;height:81pt;z-index:251674112"/>
        </w:pict>
      </w:r>
    </w:p>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 w:rsidR="00633CC3" w:rsidRDefault="00633CC3">
      <w:pPr>
        <w:tabs>
          <w:tab w:val="left" w:pos="7260"/>
        </w:tabs>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189" type="#_x0000_t172" style="width:356.25pt;height:145.5pt;mso-position-horizontal-relative:char;mso-position-vertical-relative:line" adj="6924" fillcolor="#60c" stroked="f">
            <v:fill color2="#c0c" focus="100%" type="gradient"/>
            <v:shadow on="t" color="#99f" opacity="52429f" offset="3pt,3pt"/>
            <v:textpath style="font-family:&quot;Impact&quot;;font-size:80pt;v-text-kern:t" string="Well Done!"/>
          </v:shape>
        </w:pict>
      </w:r>
    </w:p>
    <w:p w:rsidR="00633CC3" w:rsidRDefault="00633CC3">
      <w:pPr>
        <w:tabs>
          <w:tab w:val="left" w:pos="7260"/>
        </w:tabs>
        <w:jc w:val="center"/>
      </w:pPr>
    </w:p>
    <w:p w:rsidR="00633CC3" w:rsidRDefault="00633CC3">
      <w:pPr>
        <w:tabs>
          <w:tab w:val="left" w:pos="7260"/>
        </w:tabs>
        <w:jc w:val="center"/>
      </w:pPr>
    </w:p>
    <w:p w:rsidR="00633CC3" w:rsidRDefault="00633CC3">
      <w:pPr>
        <w:tabs>
          <w:tab w:val="left" w:pos="7260"/>
        </w:tabs>
        <w:jc w:val="center"/>
      </w:pPr>
    </w:p>
    <w:p w:rsidR="00633CC3" w:rsidRDefault="00633CC3">
      <w:pPr>
        <w:tabs>
          <w:tab w:val="left" w:pos="7260"/>
        </w:tabs>
        <w:jc w:val="center"/>
      </w:pPr>
    </w:p>
    <w:p w:rsidR="00633CC3" w:rsidRDefault="00633CC3">
      <w:pPr>
        <w:tabs>
          <w:tab w:val="left" w:pos="7260"/>
        </w:tabs>
        <w:jc w:val="center"/>
      </w:pPr>
    </w:p>
    <w:p w:rsidR="00633CC3" w:rsidRDefault="00633CC3">
      <w:pPr>
        <w:tabs>
          <w:tab w:val="left" w:pos="7260"/>
        </w:tabs>
        <w:jc w:val="center"/>
        <w:rPr>
          <w:b/>
          <w:sz w:val="40"/>
          <w:szCs w:val="40"/>
        </w:rPr>
      </w:pPr>
      <w:r>
        <w:rPr>
          <w:b/>
          <w:sz w:val="40"/>
          <w:szCs w:val="40"/>
        </w:rPr>
        <w:t>For Term 3</w:t>
      </w:r>
    </w:p>
    <w:p w:rsidR="00633CC3" w:rsidRDefault="00633CC3">
      <w:pPr>
        <w:tabs>
          <w:tab w:val="left" w:pos="7260"/>
        </w:tabs>
        <w:jc w:val="center"/>
        <w:rPr>
          <w:b/>
          <w:sz w:val="40"/>
          <w:szCs w:val="40"/>
        </w:rPr>
      </w:pPr>
    </w:p>
    <w:p w:rsidR="00633CC3" w:rsidRDefault="00633CC3">
      <w:pPr>
        <w:tabs>
          <w:tab w:val="left" w:pos="7260"/>
        </w:tabs>
        <w:jc w:val="center"/>
        <w:rPr>
          <w:b/>
          <w:sz w:val="40"/>
          <w:szCs w:val="40"/>
        </w:rPr>
      </w:pPr>
      <w:r>
        <w:rPr>
          <w:b/>
          <w:sz w:val="40"/>
          <w:szCs w:val="40"/>
        </w:rPr>
        <w:t>You can pick any 4 books you want – within your reading range</w:t>
      </w:r>
    </w:p>
    <w:p w:rsidR="00633CC3" w:rsidRDefault="00633CC3">
      <w:pPr>
        <w:rPr>
          <w:b/>
          <w:sz w:val="32"/>
          <w:szCs w:val="32"/>
        </w:rPr>
      </w:pPr>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April</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r>
        <w:rPr>
          <w:b/>
        </w:rPr>
        <w:t>No</w:t>
      </w:r>
      <w:r>
        <w:t>- What aspect is concerning you? _______________________________________</w:t>
      </w:r>
    </w:p>
    <w:p w:rsidR="00633CC3" w:rsidRDefault="00633CC3">
      <w:pPr>
        <w:rPr>
          <w:b/>
          <w:sz w:val="32"/>
          <w:szCs w:val="32"/>
        </w:rPr>
      </w:pPr>
    </w:p>
    <w:p w:rsidR="00633CC3" w:rsidRDefault="00633CC3">
      <w:pPr>
        <w:rPr>
          <w:b/>
          <w:sz w:val="32"/>
          <w:szCs w:val="32"/>
        </w:rPr>
      </w:pPr>
    </w:p>
    <w:p w:rsidR="00633CC3" w:rsidRDefault="00633CC3">
      <w:pPr>
        <w:rPr>
          <w:b/>
          <w:sz w:val="32"/>
          <w:szCs w:val="32"/>
        </w:rPr>
      </w:pPr>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May</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r>
        <w:rPr>
          <w:b/>
        </w:rPr>
        <w:t>No</w:t>
      </w:r>
      <w:r>
        <w:t>- What aspect is concerning you? _______________________________________</w:t>
      </w:r>
    </w:p>
    <w:p w:rsidR="00633CC3" w:rsidRDefault="00633CC3">
      <w:pPr>
        <w:rPr>
          <w:b/>
          <w:sz w:val="32"/>
          <w:szCs w:val="32"/>
        </w:rPr>
      </w:pPr>
      <w:r>
        <w:rPr>
          <w:b/>
          <w:sz w:val="32"/>
          <w:szCs w:val="32"/>
        </w:rPr>
        <w:t>Pupil Reading Reflection Sheet:</w:t>
      </w:r>
    </w:p>
    <w:p w:rsidR="00633CC3" w:rsidRDefault="00633CC3">
      <w:pPr>
        <w:rPr>
          <w:b/>
          <w:sz w:val="32"/>
          <w:szCs w:val="32"/>
        </w:rPr>
      </w:pPr>
    </w:p>
    <w:p w:rsidR="00633CC3" w:rsidRDefault="00633CC3">
      <w:pPr>
        <w:rPr>
          <w:b/>
          <w:sz w:val="32"/>
          <w:szCs w:val="32"/>
        </w:rPr>
      </w:pPr>
      <w:r>
        <w:rPr>
          <w:b/>
          <w:sz w:val="32"/>
          <w:szCs w:val="32"/>
        </w:rPr>
        <w:t>June</w:t>
      </w:r>
    </w:p>
    <w:p w:rsidR="00633CC3" w:rsidRDefault="00633CC3"/>
    <w:p w:rsidR="00633CC3" w:rsidRDefault="00633CC3">
      <w:r>
        <w:t>How much time have you spent reading this month?</w:t>
      </w:r>
    </w:p>
    <w:p w:rsidR="00633CC3" w:rsidRDefault="00633CC3"/>
    <w:p w:rsidR="00633CC3" w:rsidRDefault="00633CC3">
      <w:pPr>
        <w:rPr>
          <w:b/>
        </w:rPr>
      </w:pPr>
      <w:r>
        <w:rPr>
          <w:b/>
        </w:rPr>
        <w:t>Less than an hour</w:t>
      </w:r>
      <w:r>
        <w:tab/>
      </w:r>
      <w:r>
        <w:rPr>
          <w:b/>
        </w:rPr>
        <w:t>1-3 hours</w:t>
      </w:r>
      <w:r>
        <w:tab/>
      </w:r>
      <w:r>
        <w:rPr>
          <w:b/>
        </w:rPr>
        <w:t>3-6 hours</w:t>
      </w:r>
      <w:r>
        <w:tab/>
      </w:r>
      <w:r>
        <w:rPr>
          <w:b/>
        </w:rPr>
        <w:t>6-12 hours</w:t>
      </w:r>
      <w:r>
        <w:t xml:space="preserve"> </w:t>
      </w:r>
      <w:r>
        <w:tab/>
      </w:r>
      <w:r>
        <w:rPr>
          <w:b/>
        </w:rPr>
        <w:t>12+ hours</w:t>
      </w:r>
    </w:p>
    <w:p w:rsidR="00633CC3" w:rsidRDefault="00633CC3">
      <w:pPr>
        <w:rPr>
          <w:b/>
        </w:rPr>
      </w:pPr>
    </w:p>
    <w:p w:rsidR="00633CC3" w:rsidRDefault="00633CC3">
      <w:r>
        <w:t>How many books have you read this month?</w:t>
      </w:r>
    </w:p>
    <w:p w:rsidR="00633CC3" w:rsidRDefault="00633CC3"/>
    <w:p w:rsidR="00633CC3" w:rsidRDefault="00633CC3">
      <w:pPr>
        <w:rPr>
          <w:b/>
        </w:rPr>
      </w:pPr>
      <w:r>
        <w:rPr>
          <w:b/>
        </w:rPr>
        <w:t>1 book</w:t>
      </w:r>
      <w:r>
        <w:rPr>
          <w:b/>
        </w:rPr>
        <w:tab/>
      </w:r>
      <w:r>
        <w:rPr>
          <w:b/>
        </w:rPr>
        <w:tab/>
        <w:t>2 books</w:t>
      </w:r>
      <w:r>
        <w:rPr>
          <w:b/>
        </w:rPr>
        <w:tab/>
        <w:t>3 books</w:t>
      </w:r>
      <w:r>
        <w:rPr>
          <w:b/>
        </w:rPr>
        <w:tab/>
        <w:t>4 books</w:t>
      </w:r>
      <w:r>
        <w:rPr>
          <w:b/>
        </w:rPr>
        <w:tab/>
        <w:t>5 books</w:t>
      </w:r>
      <w:r>
        <w:rPr>
          <w:b/>
        </w:rPr>
        <w:tab/>
        <w:t>6 + books</w:t>
      </w:r>
    </w:p>
    <w:p w:rsidR="00633CC3" w:rsidRDefault="00633CC3">
      <w:pPr>
        <w:rPr>
          <w:b/>
        </w:rPr>
      </w:pPr>
    </w:p>
    <w:p w:rsidR="00633CC3" w:rsidRDefault="00633CC3">
      <w:r>
        <w:t>How many points have earned this month?</w:t>
      </w:r>
      <w:r>
        <w:tab/>
        <w:t>__________</w:t>
      </w:r>
    </w:p>
    <w:p w:rsidR="00633CC3" w:rsidRDefault="00633CC3"/>
    <w:p w:rsidR="00633CC3" w:rsidRDefault="00633CC3">
      <w:r>
        <w:t>Do you think this number of points was the best you could have achieved?</w:t>
      </w:r>
    </w:p>
    <w:p w:rsidR="00633CC3" w:rsidRDefault="00633CC3"/>
    <w:p w:rsidR="00633CC3" w:rsidRDefault="00633CC3">
      <w:pPr>
        <w:rPr>
          <w:b/>
        </w:rPr>
      </w:pPr>
      <w:r>
        <w:rPr>
          <w:b/>
        </w:rPr>
        <w:t>Yes</w:t>
      </w:r>
      <w:r>
        <w:rPr>
          <w:b/>
        </w:rPr>
        <w:tab/>
        <w:t>No</w:t>
      </w:r>
    </w:p>
    <w:p w:rsidR="00633CC3" w:rsidRDefault="00633CC3"/>
    <w:p w:rsidR="00633CC3" w:rsidRDefault="00633CC3">
      <w:r>
        <w:t>Where are you currently placed in the overall points positions of the class? ________</w:t>
      </w:r>
    </w:p>
    <w:p w:rsidR="00633CC3" w:rsidRDefault="00633CC3"/>
    <w:p w:rsidR="00633CC3" w:rsidRDefault="00633CC3"/>
    <w:p w:rsidR="00633CC3" w:rsidRDefault="00633CC3"/>
    <w:p w:rsidR="00633CC3" w:rsidRDefault="00633CC3">
      <w:r>
        <w:t>Who is your favourite character this month and why?</w:t>
      </w:r>
    </w:p>
    <w:p w:rsidR="00633CC3" w:rsidRDefault="00633CC3"/>
    <w:p w:rsidR="00633CC3" w:rsidRDefault="00633CC3"/>
    <w:p w:rsidR="00633CC3" w:rsidRDefault="00633CC3"/>
    <w:p w:rsidR="00633CC3" w:rsidRDefault="00633CC3"/>
    <w:p w:rsidR="00633CC3" w:rsidRDefault="00633CC3">
      <w:r>
        <w:t>What was your favourite book this month and why?</w:t>
      </w:r>
    </w:p>
    <w:p w:rsidR="00633CC3" w:rsidRDefault="00633CC3"/>
    <w:p w:rsidR="00633CC3" w:rsidRDefault="00633CC3"/>
    <w:p w:rsidR="00633CC3" w:rsidRDefault="00633CC3"/>
    <w:p w:rsidR="00633CC3" w:rsidRDefault="00633CC3"/>
    <w:p w:rsidR="00633CC3" w:rsidRDefault="00633CC3"/>
    <w:p w:rsidR="00633CC3" w:rsidRDefault="00633CC3">
      <w:r>
        <w:t>What was your least favourite book this month and why?</w:t>
      </w:r>
    </w:p>
    <w:p w:rsidR="00633CC3" w:rsidRDefault="00633CC3"/>
    <w:p w:rsidR="00633CC3" w:rsidRDefault="00633CC3"/>
    <w:p w:rsidR="00633CC3" w:rsidRDefault="00633CC3"/>
    <w:p w:rsidR="00633CC3" w:rsidRDefault="00633CC3"/>
    <w:p w:rsidR="00633CC3" w:rsidRDefault="00633CC3">
      <w:pPr>
        <w:rPr>
          <w:b/>
          <w:sz w:val="28"/>
          <w:szCs w:val="28"/>
        </w:rPr>
      </w:pPr>
      <w:r>
        <w:rPr>
          <w:b/>
          <w:sz w:val="28"/>
          <w:szCs w:val="28"/>
        </w:rPr>
        <w:t>Parent Reading Reflection:</w:t>
      </w:r>
    </w:p>
    <w:p w:rsidR="00633CC3" w:rsidRDefault="00633CC3">
      <w:pPr>
        <w:rPr>
          <w:sz w:val="28"/>
          <w:szCs w:val="28"/>
        </w:rPr>
      </w:pPr>
    </w:p>
    <w:p w:rsidR="00633CC3" w:rsidRDefault="00633CC3">
      <w:r>
        <w:t>How many hours would you estimate your son/daughter has spent reading, including newspapers and magazines, this month?</w:t>
      </w:r>
    </w:p>
    <w:p w:rsidR="00633CC3" w:rsidRDefault="00633CC3">
      <w:pPr>
        <w:rPr>
          <w:sz w:val="28"/>
          <w:szCs w:val="28"/>
        </w:rPr>
      </w:pPr>
    </w:p>
    <w:p w:rsidR="00633CC3" w:rsidRDefault="00633CC3">
      <w:pPr>
        <w:rPr>
          <w:b/>
        </w:rPr>
      </w:pPr>
      <w:r>
        <w:rPr>
          <w:b/>
          <w:sz w:val="28"/>
          <w:szCs w:val="28"/>
        </w:rPr>
        <w:t xml:space="preserve"> </w:t>
      </w:r>
      <w:r>
        <w:rPr>
          <w:b/>
        </w:rPr>
        <w:t>Less than an hour</w:t>
      </w:r>
      <w:r>
        <w:rPr>
          <w:b/>
        </w:rPr>
        <w:tab/>
        <w:t>1-3 hours</w:t>
      </w:r>
      <w:r>
        <w:rPr>
          <w:b/>
        </w:rPr>
        <w:tab/>
        <w:t>3-6 hours</w:t>
      </w:r>
      <w:r>
        <w:rPr>
          <w:b/>
        </w:rPr>
        <w:tab/>
        <w:t xml:space="preserve">6-12 hours </w:t>
      </w:r>
      <w:r>
        <w:rPr>
          <w:b/>
        </w:rPr>
        <w:tab/>
        <w:t>12+ hours</w:t>
      </w:r>
    </w:p>
    <w:p w:rsidR="00633CC3" w:rsidRDefault="00633CC3">
      <w:pPr>
        <w:rPr>
          <w:b/>
        </w:rPr>
      </w:pPr>
    </w:p>
    <w:p w:rsidR="00633CC3" w:rsidRDefault="00633CC3">
      <w:r>
        <w:t>Do you feel your son/daughter is progressing well with their reading?</w:t>
      </w:r>
    </w:p>
    <w:p w:rsidR="00633CC3" w:rsidRDefault="00633CC3"/>
    <w:p w:rsidR="00633CC3" w:rsidRDefault="00633CC3">
      <w:pPr>
        <w:rPr>
          <w:b/>
        </w:rPr>
      </w:pPr>
      <w:r>
        <w:rPr>
          <w:b/>
        </w:rPr>
        <w:t>Yes</w:t>
      </w:r>
    </w:p>
    <w:p w:rsidR="00633CC3" w:rsidRDefault="00633CC3"/>
    <w:p w:rsidR="00633CC3" w:rsidRDefault="00633CC3">
      <w:r>
        <w:rPr>
          <w:b/>
        </w:rPr>
        <w:t>No</w:t>
      </w:r>
      <w:r>
        <w:t>- What aspect is concerning you? _______________________________________</w:t>
      </w:r>
    </w:p>
    <w:p w:rsidR="00633CC3" w:rsidRDefault="00633CC3">
      <w:pPr>
        <w:tabs>
          <w:tab w:val="left" w:pos="7260"/>
        </w:tabs>
        <w:rPr>
          <w:b/>
          <w:sz w:val="40"/>
          <w:szCs w:val="40"/>
        </w:rPr>
      </w:pPr>
    </w:p>
    <w:sectPr w:rsidR="00633CC3" w:rsidSect="006A768C">
      <w:pgSz w:w="11906" w:h="16838"/>
      <w:pgMar w:top="899" w:right="1800" w:bottom="1258" w:left="1800" w:header="708" w:footer="708" w:gutter="0"/>
      <w:cols w:space="708"/>
      <w:docGrid w:linePitch="360" w:charSpace="20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62C"/>
    <w:multiLevelType w:val="hybridMultilevel"/>
    <w:tmpl w:val="99DCFE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0854364C"/>
    <w:multiLevelType w:val="hybridMultilevel"/>
    <w:tmpl w:val="D8408B4C"/>
    <w:lvl w:ilvl="0" w:tplc="0809000F">
      <w:start w:val="1"/>
      <w:numFmt w:val="decimal"/>
      <w:lvlText w:val="%1."/>
      <w:lvlJc w:val="left"/>
      <w:pPr>
        <w:tabs>
          <w:tab w:val="num" w:pos="1080"/>
        </w:tabs>
        <w:ind w:left="1080" w:hanging="360"/>
      </w:pPr>
      <w:rPr>
        <w:rFonts w:cs="Times New Roman"/>
      </w:rPr>
    </w:lvl>
    <w:lvl w:ilvl="1" w:tplc="08090001">
      <w:start w:val="1"/>
      <w:numFmt w:val="bullet"/>
      <w:lvlText w:val=""/>
      <w:lvlJc w:val="left"/>
      <w:pPr>
        <w:tabs>
          <w:tab w:val="num" w:pos="1800"/>
        </w:tabs>
        <w:ind w:left="1800" w:hanging="360"/>
      </w:pPr>
      <w:rPr>
        <w:rFonts w:ascii="Symbol" w:hAnsi="Symbol" w:hint="default"/>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2">
    <w:nsid w:val="3FA1488F"/>
    <w:multiLevelType w:val="hybridMultilevel"/>
    <w:tmpl w:val="F9688DF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45E6584F"/>
    <w:multiLevelType w:val="hybridMultilevel"/>
    <w:tmpl w:val="0F906DF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7DDE113F"/>
    <w:multiLevelType w:val="hybridMultilevel"/>
    <w:tmpl w:val="41B084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oNotHyphenateCaps/>
  <w:displayHorizontalDrawingGridEvery w:val="0"/>
  <w:displayVerticalDrawingGridEvery w:val="2"/>
  <w:doNotUseMarginsForDrawingGridOrigin/>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768C"/>
    <w:rsid w:val="004C0D1A"/>
    <w:rsid w:val="0051338D"/>
    <w:rsid w:val="00633CC3"/>
    <w:rsid w:val="00697961"/>
    <w:rsid w:val="006A768C"/>
    <w:rsid w:val="006D22E4"/>
    <w:rsid w:val="009F4B0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68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7492807">
      <w:marLeft w:val="0"/>
      <w:marRight w:val="0"/>
      <w:marTop w:val="0"/>
      <w:marBottom w:val="0"/>
      <w:divBdr>
        <w:top w:val="none" w:sz="0" w:space="0" w:color="auto"/>
        <w:left w:val="none" w:sz="0" w:space="0" w:color="auto"/>
        <w:bottom w:val="none" w:sz="0" w:space="0" w:color="auto"/>
        <w:right w:val="none" w:sz="0" w:space="0" w:color="auto"/>
      </w:divBdr>
    </w:div>
    <w:div w:id="707492808">
      <w:marLeft w:val="0"/>
      <w:marRight w:val="0"/>
      <w:marTop w:val="0"/>
      <w:marBottom w:val="0"/>
      <w:divBdr>
        <w:top w:val="none" w:sz="0" w:space="0" w:color="auto"/>
        <w:left w:val="none" w:sz="0" w:space="0" w:color="auto"/>
        <w:bottom w:val="none" w:sz="0" w:space="0" w:color="auto"/>
        <w:right w:val="none" w:sz="0" w:space="0" w:color="auto"/>
      </w:divBdr>
    </w:div>
    <w:div w:id="707492809">
      <w:marLeft w:val="0"/>
      <w:marRight w:val="0"/>
      <w:marTop w:val="0"/>
      <w:marBottom w:val="0"/>
      <w:divBdr>
        <w:top w:val="none" w:sz="0" w:space="0" w:color="auto"/>
        <w:left w:val="none" w:sz="0" w:space="0" w:color="auto"/>
        <w:bottom w:val="none" w:sz="0" w:space="0" w:color="auto"/>
        <w:right w:val="none" w:sz="0" w:space="0" w:color="auto"/>
      </w:divBdr>
    </w:div>
    <w:div w:id="707492810">
      <w:marLeft w:val="0"/>
      <w:marRight w:val="0"/>
      <w:marTop w:val="0"/>
      <w:marBottom w:val="0"/>
      <w:divBdr>
        <w:top w:val="none" w:sz="0" w:space="0" w:color="auto"/>
        <w:left w:val="none" w:sz="0" w:space="0" w:color="auto"/>
        <w:bottom w:val="none" w:sz="0" w:space="0" w:color="auto"/>
        <w:right w:val="none" w:sz="0" w:space="0" w:color="auto"/>
      </w:divBdr>
    </w:div>
    <w:div w:id="707492811">
      <w:marLeft w:val="0"/>
      <w:marRight w:val="0"/>
      <w:marTop w:val="0"/>
      <w:marBottom w:val="0"/>
      <w:divBdr>
        <w:top w:val="none" w:sz="0" w:space="0" w:color="auto"/>
        <w:left w:val="none" w:sz="0" w:space="0" w:color="auto"/>
        <w:bottom w:val="none" w:sz="0" w:space="0" w:color="auto"/>
        <w:right w:val="none" w:sz="0" w:space="0" w:color="auto"/>
      </w:divBdr>
    </w:div>
    <w:div w:id="707492812">
      <w:marLeft w:val="0"/>
      <w:marRight w:val="0"/>
      <w:marTop w:val="0"/>
      <w:marBottom w:val="0"/>
      <w:divBdr>
        <w:top w:val="none" w:sz="0" w:space="0" w:color="auto"/>
        <w:left w:val="none" w:sz="0" w:space="0" w:color="auto"/>
        <w:bottom w:val="none" w:sz="0" w:space="0" w:color="auto"/>
        <w:right w:val="none" w:sz="0" w:space="0" w:color="auto"/>
      </w:divBdr>
    </w:div>
    <w:div w:id="707492813">
      <w:marLeft w:val="0"/>
      <w:marRight w:val="0"/>
      <w:marTop w:val="0"/>
      <w:marBottom w:val="0"/>
      <w:divBdr>
        <w:top w:val="none" w:sz="0" w:space="0" w:color="auto"/>
        <w:left w:val="none" w:sz="0" w:space="0" w:color="auto"/>
        <w:bottom w:val="none" w:sz="0" w:space="0" w:color="auto"/>
        <w:right w:val="none" w:sz="0" w:space="0" w:color="auto"/>
      </w:divBdr>
    </w:div>
    <w:div w:id="707492814">
      <w:marLeft w:val="0"/>
      <w:marRight w:val="0"/>
      <w:marTop w:val="0"/>
      <w:marBottom w:val="0"/>
      <w:divBdr>
        <w:top w:val="none" w:sz="0" w:space="0" w:color="auto"/>
        <w:left w:val="none" w:sz="0" w:space="0" w:color="auto"/>
        <w:bottom w:val="none" w:sz="0" w:space="0" w:color="auto"/>
        <w:right w:val="none" w:sz="0" w:space="0" w:color="auto"/>
      </w:divBdr>
    </w:div>
    <w:div w:id="707492815">
      <w:marLeft w:val="0"/>
      <w:marRight w:val="0"/>
      <w:marTop w:val="0"/>
      <w:marBottom w:val="0"/>
      <w:divBdr>
        <w:top w:val="none" w:sz="0" w:space="0" w:color="auto"/>
        <w:left w:val="none" w:sz="0" w:space="0" w:color="auto"/>
        <w:bottom w:val="none" w:sz="0" w:space="0" w:color="auto"/>
        <w:right w:val="none" w:sz="0" w:space="0" w:color="auto"/>
      </w:divBdr>
    </w:div>
    <w:div w:id="707492816">
      <w:marLeft w:val="0"/>
      <w:marRight w:val="0"/>
      <w:marTop w:val="0"/>
      <w:marBottom w:val="0"/>
      <w:divBdr>
        <w:top w:val="none" w:sz="0" w:space="0" w:color="auto"/>
        <w:left w:val="none" w:sz="0" w:space="0" w:color="auto"/>
        <w:bottom w:val="none" w:sz="0" w:space="0" w:color="auto"/>
        <w:right w:val="none" w:sz="0" w:space="0" w:color="auto"/>
      </w:divBdr>
    </w:div>
    <w:div w:id="707492817">
      <w:marLeft w:val="0"/>
      <w:marRight w:val="0"/>
      <w:marTop w:val="0"/>
      <w:marBottom w:val="0"/>
      <w:divBdr>
        <w:top w:val="none" w:sz="0" w:space="0" w:color="auto"/>
        <w:left w:val="none" w:sz="0" w:space="0" w:color="auto"/>
        <w:bottom w:val="none" w:sz="0" w:space="0" w:color="auto"/>
        <w:right w:val="none" w:sz="0" w:space="0" w:color="auto"/>
      </w:divBdr>
    </w:div>
    <w:div w:id="707492818">
      <w:marLeft w:val="0"/>
      <w:marRight w:val="0"/>
      <w:marTop w:val="0"/>
      <w:marBottom w:val="0"/>
      <w:divBdr>
        <w:top w:val="none" w:sz="0" w:space="0" w:color="auto"/>
        <w:left w:val="none" w:sz="0" w:space="0" w:color="auto"/>
        <w:bottom w:val="none" w:sz="0" w:space="0" w:color="auto"/>
        <w:right w:val="none" w:sz="0" w:space="0" w:color="auto"/>
      </w:divBdr>
    </w:div>
    <w:div w:id="707492819">
      <w:marLeft w:val="0"/>
      <w:marRight w:val="0"/>
      <w:marTop w:val="0"/>
      <w:marBottom w:val="0"/>
      <w:divBdr>
        <w:top w:val="none" w:sz="0" w:space="0" w:color="auto"/>
        <w:left w:val="none" w:sz="0" w:space="0" w:color="auto"/>
        <w:bottom w:val="none" w:sz="0" w:space="0" w:color="auto"/>
        <w:right w:val="none" w:sz="0" w:space="0" w:color="auto"/>
      </w:divBdr>
    </w:div>
    <w:div w:id="707492820">
      <w:marLeft w:val="0"/>
      <w:marRight w:val="0"/>
      <w:marTop w:val="0"/>
      <w:marBottom w:val="0"/>
      <w:divBdr>
        <w:top w:val="none" w:sz="0" w:space="0" w:color="auto"/>
        <w:left w:val="none" w:sz="0" w:space="0" w:color="auto"/>
        <w:bottom w:val="none" w:sz="0" w:space="0" w:color="auto"/>
        <w:right w:val="none" w:sz="0" w:space="0" w:color="auto"/>
      </w:divBdr>
    </w:div>
    <w:div w:id="707492821">
      <w:marLeft w:val="0"/>
      <w:marRight w:val="0"/>
      <w:marTop w:val="0"/>
      <w:marBottom w:val="0"/>
      <w:divBdr>
        <w:top w:val="none" w:sz="0" w:space="0" w:color="auto"/>
        <w:left w:val="none" w:sz="0" w:space="0" w:color="auto"/>
        <w:bottom w:val="none" w:sz="0" w:space="0" w:color="auto"/>
        <w:right w:val="none" w:sz="0" w:space="0" w:color="auto"/>
      </w:divBdr>
    </w:div>
    <w:div w:id="707492822">
      <w:marLeft w:val="0"/>
      <w:marRight w:val="0"/>
      <w:marTop w:val="0"/>
      <w:marBottom w:val="0"/>
      <w:divBdr>
        <w:top w:val="none" w:sz="0" w:space="0" w:color="auto"/>
        <w:left w:val="none" w:sz="0" w:space="0" w:color="auto"/>
        <w:bottom w:val="none" w:sz="0" w:space="0" w:color="auto"/>
        <w:right w:val="none" w:sz="0" w:space="0" w:color="auto"/>
      </w:divBdr>
    </w:div>
    <w:div w:id="707492823">
      <w:marLeft w:val="0"/>
      <w:marRight w:val="0"/>
      <w:marTop w:val="0"/>
      <w:marBottom w:val="0"/>
      <w:divBdr>
        <w:top w:val="none" w:sz="0" w:space="0" w:color="auto"/>
        <w:left w:val="none" w:sz="0" w:space="0" w:color="auto"/>
        <w:bottom w:val="none" w:sz="0" w:space="0" w:color="auto"/>
        <w:right w:val="none" w:sz="0" w:space="0" w:color="auto"/>
      </w:divBdr>
    </w:div>
    <w:div w:id="707492824">
      <w:marLeft w:val="0"/>
      <w:marRight w:val="0"/>
      <w:marTop w:val="0"/>
      <w:marBottom w:val="0"/>
      <w:divBdr>
        <w:top w:val="none" w:sz="0" w:space="0" w:color="auto"/>
        <w:left w:val="none" w:sz="0" w:space="0" w:color="auto"/>
        <w:bottom w:val="none" w:sz="0" w:space="0" w:color="auto"/>
        <w:right w:val="none" w:sz="0" w:space="0" w:color="auto"/>
      </w:divBdr>
    </w:div>
    <w:div w:id="707492825">
      <w:marLeft w:val="0"/>
      <w:marRight w:val="0"/>
      <w:marTop w:val="0"/>
      <w:marBottom w:val="0"/>
      <w:divBdr>
        <w:top w:val="none" w:sz="0" w:space="0" w:color="auto"/>
        <w:left w:val="none" w:sz="0" w:space="0" w:color="auto"/>
        <w:bottom w:val="none" w:sz="0" w:space="0" w:color="auto"/>
        <w:right w:val="none" w:sz="0" w:space="0" w:color="auto"/>
      </w:divBdr>
    </w:div>
    <w:div w:id="707492826">
      <w:marLeft w:val="0"/>
      <w:marRight w:val="0"/>
      <w:marTop w:val="0"/>
      <w:marBottom w:val="0"/>
      <w:divBdr>
        <w:top w:val="none" w:sz="0" w:space="0" w:color="auto"/>
        <w:left w:val="none" w:sz="0" w:space="0" w:color="auto"/>
        <w:bottom w:val="none" w:sz="0" w:space="0" w:color="auto"/>
        <w:right w:val="none" w:sz="0" w:space="0" w:color="auto"/>
      </w:divBdr>
    </w:div>
    <w:div w:id="707492827">
      <w:marLeft w:val="0"/>
      <w:marRight w:val="0"/>
      <w:marTop w:val="0"/>
      <w:marBottom w:val="0"/>
      <w:divBdr>
        <w:top w:val="none" w:sz="0" w:space="0" w:color="auto"/>
        <w:left w:val="none" w:sz="0" w:space="0" w:color="auto"/>
        <w:bottom w:val="none" w:sz="0" w:space="0" w:color="auto"/>
        <w:right w:val="none" w:sz="0" w:space="0" w:color="auto"/>
      </w:divBdr>
    </w:div>
    <w:div w:id="707492828">
      <w:marLeft w:val="0"/>
      <w:marRight w:val="0"/>
      <w:marTop w:val="0"/>
      <w:marBottom w:val="0"/>
      <w:divBdr>
        <w:top w:val="none" w:sz="0" w:space="0" w:color="auto"/>
        <w:left w:val="none" w:sz="0" w:space="0" w:color="auto"/>
        <w:bottom w:val="none" w:sz="0" w:space="0" w:color="auto"/>
        <w:right w:val="none" w:sz="0" w:space="0" w:color="auto"/>
      </w:divBdr>
    </w:div>
    <w:div w:id="707492829">
      <w:marLeft w:val="0"/>
      <w:marRight w:val="0"/>
      <w:marTop w:val="0"/>
      <w:marBottom w:val="0"/>
      <w:divBdr>
        <w:top w:val="none" w:sz="0" w:space="0" w:color="auto"/>
        <w:left w:val="none" w:sz="0" w:space="0" w:color="auto"/>
        <w:bottom w:val="none" w:sz="0" w:space="0" w:color="auto"/>
        <w:right w:val="none" w:sz="0" w:space="0" w:color="auto"/>
      </w:divBdr>
    </w:div>
    <w:div w:id="707492830">
      <w:marLeft w:val="0"/>
      <w:marRight w:val="0"/>
      <w:marTop w:val="0"/>
      <w:marBottom w:val="0"/>
      <w:divBdr>
        <w:top w:val="none" w:sz="0" w:space="0" w:color="auto"/>
        <w:left w:val="none" w:sz="0" w:space="0" w:color="auto"/>
        <w:bottom w:val="none" w:sz="0" w:space="0" w:color="auto"/>
        <w:right w:val="none" w:sz="0" w:space="0" w:color="auto"/>
      </w:divBdr>
    </w:div>
    <w:div w:id="707492831">
      <w:marLeft w:val="0"/>
      <w:marRight w:val="0"/>
      <w:marTop w:val="0"/>
      <w:marBottom w:val="0"/>
      <w:divBdr>
        <w:top w:val="none" w:sz="0" w:space="0" w:color="auto"/>
        <w:left w:val="none" w:sz="0" w:space="0" w:color="auto"/>
        <w:bottom w:val="none" w:sz="0" w:space="0" w:color="auto"/>
        <w:right w:val="none" w:sz="0" w:space="0" w:color="auto"/>
      </w:divBdr>
    </w:div>
    <w:div w:id="707492832">
      <w:marLeft w:val="0"/>
      <w:marRight w:val="0"/>
      <w:marTop w:val="0"/>
      <w:marBottom w:val="0"/>
      <w:divBdr>
        <w:top w:val="none" w:sz="0" w:space="0" w:color="auto"/>
        <w:left w:val="none" w:sz="0" w:space="0" w:color="auto"/>
        <w:bottom w:val="none" w:sz="0" w:space="0" w:color="auto"/>
        <w:right w:val="none" w:sz="0" w:space="0" w:color="auto"/>
      </w:divBdr>
    </w:div>
    <w:div w:id="707492833">
      <w:marLeft w:val="0"/>
      <w:marRight w:val="0"/>
      <w:marTop w:val="0"/>
      <w:marBottom w:val="0"/>
      <w:divBdr>
        <w:top w:val="none" w:sz="0" w:space="0" w:color="auto"/>
        <w:left w:val="none" w:sz="0" w:space="0" w:color="auto"/>
        <w:bottom w:val="none" w:sz="0" w:space="0" w:color="auto"/>
        <w:right w:val="none" w:sz="0" w:space="0" w:color="auto"/>
      </w:divBdr>
    </w:div>
    <w:div w:id="707492834">
      <w:marLeft w:val="0"/>
      <w:marRight w:val="0"/>
      <w:marTop w:val="0"/>
      <w:marBottom w:val="0"/>
      <w:divBdr>
        <w:top w:val="none" w:sz="0" w:space="0" w:color="auto"/>
        <w:left w:val="none" w:sz="0" w:space="0" w:color="auto"/>
        <w:bottom w:val="none" w:sz="0" w:space="0" w:color="auto"/>
        <w:right w:val="none" w:sz="0" w:space="0" w:color="auto"/>
      </w:divBdr>
    </w:div>
    <w:div w:id="707492835">
      <w:marLeft w:val="0"/>
      <w:marRight w:val="0"/>
      <w:marTop w:val="0"/>
      <w:marBottom w:val="0"/>
      <w:divBdr>
        <w:top w:val="none" w:sz="0" w:space="0" w:color="auto"/>
        <w:left w:val="none" w:sz="0" w:space="0" w:color="auto"/>
        <w:bottom w:val="none" w:sz="0" w:space="0" w:color="auto"/>
        <w:right w:val="none" w:sz="0" w:space="0" w:color="auto"/>
      </w:divBdr>
    </w:div>
    <w:div w:id="707492836">
      <w:marLeft w:val="0"/>
      <w:marRight w:val="0"/>
      <w:marTop w:val="0"/>
      <w:marBottom w:val="0"/>
      <w:divBdr>
        <w:top w:val="none" w:sz="0" w:space="0" w:color="auto"/>
        <w:left w:val="none" w:sz="0" w:space="0" w:color="auto"/>
        <w:bottom w:val="none" w:sz="0" w:space="0" w:color="auto"/>
        <w:right w:val="none" w:sz="0" w:space="0" w:color="auto"/>
      </w:divBdr>
    </w:div>
    <w:div w:id="707492837">
      <w:marLeft w:val="0"/>
      <w:marRight w:val="0"/>
      <w:marTop w:val="0"/>
      <w:marBottom w:val="0"/>
      <w:divBdr>
        <w:top w:val="none" w:sz="0" w:space="0" w:color="auto"/>
        <w:left w:val="none" w:sz="0" w:space="0" w:color="auto"/>
        <w:bottom w:val="none" w:sz="0" w:space="0" w:color="auto"/>
        <w:right w:val="none" w:sz="0" w:space="0" w:color="auto"/>
      </w:divBdr>
    </w:div>
    <w:div w:id="707492838">
      <w:marLeft w:val="0"/>
      <w:marRight w:val="0"/>
      <w:marTop w:val="0"/>
      <w:marBottom w:val="0"/>
      <w:divBdr>
        <w:top w:val="none" w:sz="0" w:space="0" w:color="auto"/>
        <w:left w:val="none" w:sz="0" w:space="0" w:color="auto"/>
        <w:bottom w:val="none" w:sz="0" w:space="0" w:color="auto"/>
        <w:right w:val="none" w:sz="0" w:space="0" w:color="auto"/>
      </w:divBdr>
    </w:div>
    <w:div w:id="707492839">
      <w:marLeft w:val="0"/>
      <w:marRight w:val="0"/>
      <w:marTop w:val="0"/>
      <w:marBottom w:val="0"/>
      <w:divBdr>
        <w:top w:val="none" w:sz="0" w:space="0" w:color="auto"/>
        <w:left w:val="none" w:sz="0" w:space="0" w:color="auto"/>
        <w:bottom w:val="none" w:sz="0" w:space="0" w:color="auto"/>
        <w:right w:val="none" w:sz="0" w:space="0" w:color="auto"/>
      </w:divBdr>
    </w:div>
    <w:div w:id="707492840">
      <w:marLeft w:val="0"/>
      <w:marRight w:val="0"/>
      <w:marTop w:val="0"/>
      <w:marBottom w:val="0"/>
      <w:divBdr>
        <w:top w:val="none" w:sz="0" w:space="0" w:color="auto"/>
        <w:left w:val="none" w:sz="0" w:space="0" w:color="auto"/>
        <w:bottom w:val="none" w:sz="0" w:space="0" w:color="auto"/>
        <w:right w:val="none" w:sz="0" w:space="0" w:color="auto"/>
      </w:divBdr>
    </w:div>
    <w:div w:id="707492841">
      <w:marLeft w:val="0"/>
      <w:marRight w:val="0"/>
      <w:marTop w:val="0"/>
      <w:marBottom w:val="0"/>
      <w:divBdr>
        <w:top w:val="none" w:sz="0" w:space="0" w:color="auto"/>
        <w:left w:val="none" w:sz="0" w:space="0" w:color="auto"/>
        <w:bottom w:val="none" w:sz="0" w:space="0" w:color="auto"/>
        <w:right w:val="none" w:sz="0" w:space="0" w:color="auto"/>
      </w:divBdr>
    </w:div>
    <w:div w:id="707492842">
      <w:marLeft w:val="0"/>
      <w:marRight w:val="0"/>
      <w:marTop w:val="0"/>
      <w:marBottom w:val="0"/>
      <w:divBdr>
        <w:top w:val="none" w:sz="0" w:space="0" w:color="auto"/>
        <w:left w:val="none" w:sz="0" w:space="0" w:color="auto"/>
        <w:bottom w:val="none" w:sz="0" w:space="0" w:color="auto"/>
        <w:right w:val="none" w:sz="0" w:space="0" w:color="auto"/>
      </w:divBdr>
    </w:div>
    <w:div w:id="707492843">
      <w:marLeft w:val="0"/>
      <w:marRight w:val="0"/>
      <w:marTop w:val="0"/>
      <w:marBottom w:val="0"/>
      <w:divBdr>
        <w:top w:val="none" w:sz="0" w:space="0" w:color="auto"/>
        <w:left w:val="none" w:sz="0" w:space="0" w:color="auto"/>
        <w:bottom w:val="none" w:sz="0" w:space="0" w:color="auto"/>
        <w:right w:val="none" w:sz="0" w:space="0" w:color="auto"/>
      </w:divBdr>
    </w:div>
    <w:div w:id="707492844">
      <w:marLeft w:val="0"/>
      <w:marRight w:val="0"/>
      <w:marTop w:val="0"/>
      <w:marBottom w:val="0"/>
      <w:divBdr>
        <w:top w:val="none" w:sz="0" w:space="0" w:color="auto"/>
        <w:left w:val="none" w:sz="0" w:space="0" w:color="auto"/>
        <w:bottom w:val="none" w:sz="0" w:space="0" w:color="auto"/>
        <w:right w:val="none" w:sz="0" w:space="0" w:color="auto"/>
      </w:divBdr>
    </w:div>
    <w:div w:id="707492845">
      <w:marLeft w:val="0"/>
      <w:marRight w:val="0"/>
      <w:marTop w:val="0"/>
      <w:marBottom w:val="0"/>
      <w:divBdr>
        <w:top w:val="none" w:sz="0" w:space="0" w:color="auto"/>
        <w:left w:val="none" w:sz="0" w:space="0" w:color="auto"/>
        <w:bottom w:val="none" w:sz="0" w:space="0" w:color="auto"/>
        <w:right w:val="none" w:sz="0" w:space="0" w:color="auto"/>
      </w:divBdr>
    </w:div>
    <w:div w:id="7074928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 Type="http://schemas.openxmlformats.org/officeDocument/2006/relationships/image" Target="media/image3.png"/><Relationship Id="rId7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1"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 Type="http://schemas.openxmlformats.org/officeDocument/2006/relationships/image" Target="media/image1.jpeg"/><Relationship Id="rId6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1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2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 Type="http://schemas.openxmlformats.org/officeDocument/2006/relationships/image" Target="media/image4.png"/><Relationship Id="rId5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3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6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7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2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3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57"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10" Type="http://schemas.openxmlformats.org/officeDocument/2006/relationships/image" Target="media/image5.jpeg"/><Relationship Id="rId3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44"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52"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0"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65"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3"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78"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81"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 Id="rId86" Type="http://schemas.openxmlformats.org/officeDocument/2006/relationships/hyperlink" Target="http://images.google.com/imgres?imgurl=http://bp0.blogger.com/_wTsrCcbVC4A/R5i_OFX2u1I/AAAAAAAAAAM/QhnewWw5atQ/S269/bookworm.bmp&amp;imgrefurl=http://ann-bookworms.blogspot.com/2008/02/response-to-reading-and-writing.html&amp;usg=__1II0Enl6ZgvawyaZaEjBk7JYmfQ=&amp;h=269&amp;w=269&amp;sz=14&amp;hl=en&amp;start=4&amp;tbnid=5IPdXWHEuSLgOM:&amp;tbnh=113&amp;tbnw=113&amp;prev=/images%3Fq%3Dreading%2Band%2Bwriting%26gbv%3D2%26hl%3Den" TargetMode="External"/><Relationship Id="rId4" Type="http://schemas.openxmlformats.org/officeDocument/2006/relationships/webSettings" Target="webSettings.xml"/><Relationship Id="rId9" Type="http://schemas.openxmlformats.org/officeDocument/2006/relationships/hyperlink" Target="http://images.google.com/imgres?imgurl=http://www.sunlink.ucf.edu/presentations/fetc2004/images/writing.jpg&amp;imgrefurl=http://www.sunlink.ucf.edu/presentations/fetc2004/writing.html&amp;usg=__4gPRQnPrZwFE9qKLD67tBDC2d9k=&amp;h=350&amp;w=244&amp;sz=21&amp;hl=en&amp;start=3&amp;tbnid=ib56177RJPhoQM:&amp;tbnh=120&amp;tbnw=84&amp;prev=/images%3Fq%3Dreading%2Band%2Bwriting%26gbv%3D2%26hl%3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TotalTime>
  <Pages>27</Pages>
  <Words>3066</Words>
  <Characters>17478</Characters>
  <Application>Microsoft Office Outlook</Application>
  <DocSecurity>0</DocSecurity>
  <Lines>0</Lines>
  <Paragraphs>0</Paragraphs>
  <ScaleCrop>false</ScaleCrop>
  <Company>City of Edinburgh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FORRESTER HIGH SCHOOL ENGLISH DEPARTMENT</dc:title>
  <dc:subject/>
  <dc:creator>CEC</dc:creator>
  <cp:keywords/>
  <dc:description/>
  <cp:lastModifiedBy>CEC</cp:lastModifiedBy>
  <cp:revision>4</cp:revision>
  <dcterms:created xsi:type="dcterms:W3CDTF">2012-05-14T12:42:00Z</dcterms:created>
  <dcterms:modified xsi:type="dcterms:W3CDTF">2012-09-24T11:36:00Z</dcterms:modified>
</cp:coreProperties>
</file>